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2B2C5" w14:textId="7D2D9486" w:rsidR="002F3F93" w:rsidRPr="001D47FE" w:rsidRDefault="00393B9F" w:rsidP="001D47FE">
      <w:pPr>
        <w:pStyle w:val="Madamemonsieur"/>
        <w:jc w:val="center"/>
        <w:rPr>
          <w:rFonts w:asciiTheme="minorHAnsi" w:hAnsiTheme="minorHAnsi" w:cstheme="minorHAnsi"/>
          <w:sz w:val="24"/>
        </w:rPr>
      </w:pPr>
      <w:r w:rsidRPr="001D47FE">
        <w:rPr>
          <w:sz w:val="24"/>
        </w:rPr>
        <w:t xml:space="preserve">Modalités d’exécution des clauses </w:t>
      </w:r>
    </w:p>
    <w:p w14:paraId="70C12ECB" w14:textId="2D7F80A2" w:rsidR="002F3F93" w:rsidRPr="001D47FE" w:rsidRDefault="001D47FE" w:rsidP="001D47FE">
      <w:pPr>
        <w:pStyle w:val="Madamemonsieur"/>
        <w:jc w:val="center"/>
        <w:rPr>
          <w:rFonts w:asciiTheme="minorHAnsi" w:hAnsiTheme="minorHAnsi" w:cstheme="minorHAnsi"/>
          <w:sz w:val="24"/>
        </w:rPr>
      </w:pPr>
      <w:r w:rsidRPr="001D47FE">
        <w:rPr>
          <w:rFonts w:asciiTheme="minorHAnsi" w:hAnsiTheme="minorHAnsi" w:cstheme="minorHAnsi"/>
          <w:sz w:val="24"/>
        </w:rPr>
        <w:t>Annexe sécurité d'accès aux locaux</w:t>
      </w:r>
    </w:p>
    <w:p w14:paraId="3E2D0BEC" w14:textId="77777777" w:rsidR="002F3F93" w:rsidRPr="001D47FE" w:rsidRDefault="002F3F93" w:rsidP="001D47FE">
      <w:pPr>
        <w:pStyle w:val="Madamemonsieur"/>
        <w:jc w:val="center"/>
        <w:rPr>
          <w:rFonts w:asciiTheme="minorHAnsi" w:hAnsiTheme="minorHAnsi" w:cstheme="minorHAnsi"/>
          <w:sz w:val="24"/>
        </w:rPr>
      </w:pPr>
    </w:p>
    <w:p w14:paraId="67C6DFAE" w14:textId="77777777" w:rsidR="00742870" w:rsidRPr="00C03841" w:rsidRDefault="00C01DC0" w:rsidP="004C1816">
      <w:pPr>
        <w:pStyle w:val="Textedesaisie"/>
        <w:rPr>
          <w:rFonts w:asciiTheme="minorHAnsi" w:hAnsiTheme="minorHAnsi" w:cstheme="minorHAnsi"/>
        </w:rPr>
      </w:pPr>
    </w:p>
    <w:p w14:paraId="53800B9F" w14:textId="77777777" w:rsidR="00742870" w:rsidRPr="00C03841" w:rsidRDefault="00C01DC0" w:rsidP="004C1816">
      <w:pPr>
        <w:pStyle w:val="Textedesaisie"/>
        <w:rPr>
          <w:rFonts w:asciiTheme="minorHAnsi" w:hAnsiTheme="minorHAnsi" w:cstheme="minorHAnsi"/>
        </w:rPr>
      </w:pPr>
    </w:p>
    <w:p w14:paraId="724AC4CD" w14:textId="703D3C5C" w:rsidR="00733656" w:rsidRDefault="001D04A6" w:rsidP="004C1816">
      <w:pPr>
        <w:pStyle w:val="Textedesaisi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Dans le cadre du </w:t>
      </w:r>
      <w:r w:rsidR="004672CE">
        <w:rPr>
          <w:rFonts w:asciiTheme="minorHAnsi" w:hAnsiTheme="minorHAnsi" w:cstheme="minorHAnsi"/>
        </w:rPr>
        <w:t>présent marché</w:t>
      </w:r>
      <w:r>
        <w:rPr>
          <w:rFonts w:asciiTheme="minorHAnsi" w:hAnsiTheme="minorHAnsi" w:cstheme="minorHAnsi"/>
        </w:rPr>
        <w:t xml:space="preserve">, votre personnel a besoin d’accéder à </w:t>
      </w:r>
      <w:r w:rsidR="00D6793C">
        <w:rPr>
          <w:rFonts w:asciiTheme="minorHAnsi" w:hAnsiTheme="minorHAnsi" w:cstheme="minorHAnsi"/>
        </w:rPr>
        <w:t>no</w:t>
      </w:r>
      <w:r w:rsidR="00A81DC1">
        <w:rPr>
          <w:rFonts w:asciiTheme="minorHAnsi" w:hAnsiTheme="minorHAnsi" w:cstheme="minorHAnsi"/>
        </w:rPr>
        <w:t>s</w:t>
      </w:r>
      <w:r w:rsidR="00D6793C">
        <w:rPr>
          <w:rFonts w:asciiTheme="minorHAnsi" w:hAnsiTheme="minorHAnsi" w:cstheme="minorHAnsi"/>
        </w:rPr>
        <w:t xml:space="preserve"> </w:t>
      </w:r>
      <w:r w:rsidR="00A81DC1">
        <w:rPr>
          <w:rFonts w:asciiTheme="minorHAnsi" w:hAnsiTheme="minorHAnsi" w:cstheme="minorHAnsi"/>
        </w:rPr>
        <w:t>locaux</w:t>
      </w:r>
      <w:r>
        <w:rPr>
          <w:rFonts w:asciiTheme="minorHAnsi" w:hAnsiTheme="minorHAnsi" w:cstheme="minorHAnsi"/>
        </w:rPr>
        <w:t xml:space="preserve">. </w:t>
      </w:r>
    </w:p>
    <w:p w14:paraId="396CD7D8" w14:textId="77777777" w:rsidR="008D7C49" w:rsidRDefault="008D7C49" w:rsidP="004C1816">
      <w:pPr>
        <w:pStyle w:val="Textedesaisie"/>
        <w:rPr>
          <w:rFonts w:asciiTheme="minorHAnsi" w:hAnsiTheme="minorHAnsi" w:cstheme="minorHAnsi"/>
        </w:rPr>
      </w:pPr>
    </w:p>
    <w:p w14:paraId="1FA15E8D" w14:textId="77777777" w:rsidR="006400C7" w:rsidRDefault="00D6793C" w:rsidP="004C1816">
      <w:pPr>
        <w:pStyle w:val="Textedesaisi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Nos </w:t>
      </w:r>
      <w:r w:rsidR="00733656">
        <w:rPr>
          <w:rFonts w:asciiTheme="minorHAnsi" w:hAnsiTheme="minorHAnsi" w:cstheme="minorHAnsi"/>
        </w:rPr>
        <w:t xml:space="preserve">locaux et l’immeuble qui les hébergent </w:t>
      </w:r>
      <w:r w:rsidR="001D04A6">
        <w:rPr>
          <w:rFonts w:asciiTheme="minorHAnsi" w:hAnsiTheme="minorHAnsi" w:cstheme="minorHAnsi"/>
        </w:rPr>
        <w:t>font l’objet de mesures de contrôle d’accès physique :</w:t>
      </w:r>
    </w:p>
    <w:p w14:paraId="0CB4FBFA" w14:textId="77777777" w:rsidR="001D04A6" w:rsidRDefault="00733656" w:rsidP="001D04A6">
      <w:pPr>
        <w:pStyle w:val="Textedesaisie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Contrôle d’accès par badge</w:t>
      </w:r>
      <w:r w:rsidR="001D04A6">
        <w:rPr>
          <w:rFonts w:asciiTheme="minorHAnsi" w:hAnsiTheme="minorHAnsi" w:cstheme="minorHAnsi"/>
        </w:rPr>
        <w:t> ;</w:t>
      </w:r>
    </w:p>
    <w:p w14:paraId="16335481" w14:textId="77777777" w:rsidR="001D04A6" w:rsidRPr="001D04A6" w:rsidRDefault="001D04A6" w:rsidP="001D04A6">
      <w:pPr>
        <w:pStyle w:val="Textedesaisie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Système de détection d’intrusion.</w:t>
      </w:r>
    </w:p>
    <w:p w14:paraId="4A3D928F" w14:textId="77777777" w:rsidR="001D04A6" w:rsidRDefault="001D04A6" w:rsidP="004C1816">
      <w:pPr>
        <w:pStyle w:val="Textedesaisie"/>
        <w:rPr>
          <w:rFonts w:asciiTheme="minorHAnsi" w:hAnsiTheme="minorHAnsi" w:cstheme="minorHAnsi"/>
        </w:rPr>
      </w:pPr>
    </w:p>
    <w:p w14:paraId="372C4C8B" w14:textId="62779B43" w:rsidR="001D04A6" w:rsidRDefault="001D04A6" w:rsidP="004C1816">
      <w:pPr>
        <w:pStyle w:val="Textedesaisi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Vous trouverez par la présente </w:t>
      </w:r>
      <w:r w:rsidR="00733656">
        <w:rPr>
          <w:rFonts w:asciiTheme="minorHAnsi" w:hAnsiTheme="minorHAnsi" w:cstheme="minorHAnsi"/>
        </w:rPr>
        <w:t>l</w:t>
      </w:r>
      <w:r w:rsidR="008D7C49">
        <w:rPr>
          <w:rFonts w:asciiTheme="minorHAnsi" w:hAnsiTheme="minorHAnsi" w:cstheme="minorHAnsi"/>
        </w:rPr>
        <w:t xml:space="preserve">es obligations en matière de sécurité physique et de confidentialité </w:t>
      </w:r>
      <w:r w:rsidR="00733656">
        <w:rPr>
          <w:rFonts w:asciiTheme="minorHAnsi" w:hAnsiTheme="minorHAnsi" w:cstheme="minorHAnsi"/>
        </w:rPr>
        <w:t xml:space="preserve">que votre société </w:t>
      </w:r>
      <w:r w:rsidR="00787B67">
        <w:rPr>
          <w:rFonts w:asciiTheme="minorHAnsi" w:hAnsiTheme="minorHAnsi" w:cstheme="minorHAnsi"/>
        </w:rPr>
        <w:t xml:space="preserve">et votre personnel intervenant dans nos locaux </w:t>
      </w:r>
      <w:r w:rsidR="003A5D7A">
        <w:rPr>
          <w:rFonts w:asciiTheme="minorHAnsi" w:hAnsiTheme="minorHAnsi" w:cstheme="minorHAnsi"/>
        </w:rPr>
        <w:t xml:space="preserve">au titre du </w:t>
      </w:r>
      <w:r w:rsidR="00B3127B">
        <w:rPr>
          <w:rFonts w:asciiTheme="minorHAnsi" w:hAnsiTheme="minorHAnsi" w:cstheme="minorHAnsi"/>
        </w:rPr>
        <w:t>marché</w:t>
      </w:r>
      <w:r w:rsidR="003A5D7A">
        <w:rPr>
          <w:rFonts w:asciiTheme="minorHAnsi" w:hAnsiTheme="minorHAnsi" w:cstheme="minorHAnsi"/>
        </w:rPr>
        <w:t xml:space="preserve"> </w:t>
      </w:r>
      <w:bookmarkStart w:id="0" w:name="_GoBack"/>
      <w:bookmarkEnd w:id="0"/>
      <w:r w:rsidR="00733656">
        <w:rPr>
          <w:rFonts w:asciiTheme="minorHAnsi" w:hAnsiTheme="minorHAnsi" w:cstheme="minorHAnsi"/>
        </w:rPr>
        <w:t>s’engage</w:t>
      </w:r>
      <w:r w:rsidR="00787B67">
        <w:rPr>
          <w:rFonts w:asciiTheme="minorHAnsi" w:hAnsiTheme="minorHAnsi" w:cstheme="minorHAnsi"/>
        </w:rPr>
        <w:t>nt</w:t>
      </w:r>
      <w:r w:rsidR="00733656">
        <w:rPr>
          <w:rFonts w:asciiTheme="minorHAnsi" w:hAnsiTheme="minorHAnsi" w:cstheme="minorHAnsi"/>
        </w:rPr>
        <w:t xml:space="preserve"> à respecter.</w:t>
      </w:r>
    </w:p>
    <w:p w14:paraId="39814D1C" w14:textId="77777777" w:rsidR="00203E38" w:rsidRDefault="00203E38" w:rsidP="004C1816">
      <w:pPr>
        <w:pStyle w:val="Textedesaisie"/>
        <w:tabs>
          <w:tab w:val="left" w:pos="5430"/>
        </w:tabs>
        <w:rPr>
          <w:rFonts w:asciiTheme="minorHAnsi" w:hAnsiTheme="minorHAnsi" w:cstheme="minorHAnsi"/>
        </w:rPr>
      </w:pPr>
    </w:p>
    <w:p w14:paraId="3077F221" w14:textId="77777777" w:rsidR="006400C7" w:rsidRPr="00C03841" w:rsidRDefault="006400C7" w:rsidP="004C1816">
      <w:pPr>
        <w:pStyle w:val="Textedesaisie"/>
        <w:tabs>
          <w:tab w:val="left" w:pos="5430"/>
        </w:tabs>
        <w:rPr>
          <w:rFonts w:asciiTheme="minorHAnsi" w:hAnsiTheme="minorHAnsi" w:cstheme="minorHAnsi"/>
        </w:rPr>
      </w:pPr>
    </w:p>
    <w:p w14:paraId="4D4FA028" w14:textId="77777777" w:rsidR="001C06A9" w:rsidRDefault="001C06A9" w:rsidP="004C1816">
      <w:pPr>
        <w:rPr>
          <w:rFonts w:asciiTheme="minorHAnsi" w:hAnsiTheme="minorHAnsi" w:cstheme="minorHAnsi"/>
        </w:rPr>
      </w:pPr>
    </w:p>
    <w:p w14:paraId="02BFF8D3" w14:textId="77777777" w:rsidR="00733656" w:rsidRDefault="00733656" w:rsidP="004C1816">
      <w:pPr>
        <w:rPr>
          <w:rFonts w:asciiTheme="minorHAnsi" w:hAnsiTheme="minorHAnsi" w:cstheme="minorHAnsi"/>
        </w:rPr>
      </w:pPr>
    </w:p>
    <w:p w14:paraId="19B96569" w14:textId="77777777" w:rsidR="00733656" w:rsidRDefault="00733656">
      <w:p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C0E45AD" w14:textId="77777777" w:rsidR="001A088A" w:rsidRDefault="001A088A" w:rsidP="008D7C49">
      <w:pPr>
        <w:pStyle w:val="Paragraphedeliste"/>
      </w:pPr>
    </w:p>
    <w:p w14:paraId="6A93D1D7" w14:textId="77777777" w:rsidR="003A5D7A" w:rsidRDefault="003A5D7A" w:rsidP="003F4391">
      <w:pPr>
        <w:pStyle w:val="Paragraphedeliste"/>
        <w:jc w:val="both"/>
      </w:pPr>
      <w:r>
        <w:t>ENTRE LES SOUSSIGNES</w:t>
      </w:r>
    </w:p>
    <w:p w14:paraId="43E616B2" w14:textId="77777777" w:rsidR="003A5D7A" w:rsidRDefault="003A5D7A" w:rsidP="003F4391">
      <w:pPr>
        <w:pStyle w:val="Paragraphedeliste"/>
        <w:jc w:val="both"/>
      </w:pPr>
    </w:p>
    <w:p w14:paraId="6D019296" w14:textId="41823574" w:rsidR="00C04523" w:rsidRDefault="00A81DC1" w:rsidP="003F4391">
      <w:pPr>
        <w:pStyle w:val="Paragraphedeliste"/>
        <w:jc w:val="both"/>
      </w:pPr>
      <w:r w:rsidRPr="00C04523">
        <w:t>PRESTATAIRE</w:t>
      </w:r>
      <w:r w:rsidR="00C04523">
        <w:t xml:space="preserve"> dont le siège social est </w:t>
      </w:r>
      <w:r w:rsidR="001801C3">
        <w:t>désigné à l'acte d'engagement</w:t>
      </w:r>
      <w:r w:rsidR="00C04523">
        <w:t xml:space="preserve">, et représenté par </w:t>
      </w:r>
      <w:r w:rsidR="001C0809">
        <w:t>le représentant</w:t>
      </w:r>
      <w:r w:rsidR="00C04523">
        <w:t xml:space="preserve"> dûment habilité en sa qualité </w:t>
      </w:r>
      <w:r w:rsidR="001C0809">
        <w:t>et désigné aux pièces du marché</w:t>
      </w:r>
      <w:r w:rsidR="00853CB0">
        <w:t>,</w:t>
      </w:r>
    </w:p>
    <w:p w14:paraId="70618238" w14:textId="77777777" w:rsidR="003A5D7A" w:rsidRDefault="003A5D7A" w:rsidP="003F4391">
      <w:pPr>
        <w:pStyle w:val="Paragraphedeliste"/>
        <w:jc w:val="both"/>
      </w:pPr>
    </w:p>
    <w:p w14:paraId="67CD96C0" w14:textId="77777777" w:rsidR="003A5D7A" w:rsidRDefault="003A5D7A" w:rsidP="003F4391">
      <w:pPr>
        <w:pStyle w:val="Paragraphedeliste"/>
        <w:jc w:val="both"/>
      </w:pPr>
      <w:r>
        <w:t xml:space="preserve">ci-après dénommée « LE </w:t>
      </w:r>
      <w:r w:rsidR="00C04523" w:rsidRPr="00C04523">
        <w:t>PRESTATAIRE</w:t>
      </w:r>
      <w:r w:rsidR="00C04523">
        <w:t xml:space="preserve"> »</w:t>
      </w:r>
    </w:p>
    <w:p w14:paraId="551D400E" w14:textId="77777777" w:rsidR="003A5D7A" w:rsidRDefault="003A5D7A" w:rsidP="003F4391">
      <w:pPr>
        <w:pStyle w:val="Paragraphedeliste"/>
        <w:jc w:val="both"/>
      </w:pPr>
    </w:p>
    <w:p w14:paraId="5E2F4009" w14:textId="77777777" w:rsidR="003A5D7A" w:rsidRDefault="003A5D7A" w:rsidP="003F4391">
      <w:pPr>
        <w:pStyle w:val="Paragraphedeliste"/>
        <w:jc w:val="both"/>
      </w:pPr>
      <w:r>
        <w:t>D’UNE PART</w:t>
      </w:r>
    </w:p>
    <w:p w14:paraId="55B88923" w14:textId="77777777" w:rsidR="003A5D7A" w:rsidRDefault="003A5D7A" w:rsidP="003F4391">
      <w:pPr>
        <w:pStyle w:val="Paragraphedeliste"/>
        <w:jc w:val="both"/>
      </w:pPr>
    </w:p>
    <w:p w14:paraId="2371E4D3" w14:textId="77777777" w:rsidR="003A5D7A" w:rsidRDefault="003A5D7A" w:rsidP="003F4391">
      <w:pPr>
        <w:pStyle w:val="Paragraphedeliste"/>
        <w:jc w:val="both"/>
      </w:pPr>
      <w:r>
        <w:t>ET</w:t>
      </w:r>
    </w:p>
    <w:p w14:paraId="636435B6" w14:textId="77777777" w:rsidR="003A5D7A" w:rsidRDefault="003A5D7A" w:rsidP="003F4391">
      <w:pPr>
        <w:pStyle w:val="Paragraphedeliste"/>
        <w:jc w:val="both"/>
      </w:pPr>
    </w:p>
    <w:p w14:paraId="166D76C3" w14:textId="599F6B2F" w:rsidR="00C04523" w:rsidRDefault="001C0809" w:rsidP="003F4391">
      <w:pPr>
        <w:pStyle w:val="Paragraphedeliste"/>
        <w:jc w:val="both"/>
      </w:pPr>
      <w:r>
        <w:t>LE POUVOIR ADJUDICATEUR</w:t>
      </w:r>
      <w:r w:rsidR="00BC3F4B">
        <w:t xml:space="preserve"> </w:t>
      </w:r>
      <w:r w:rsidR="00C04523">
        <w:t>d</w:t>
      </w:r>
      <w:r w:rsidR="00A81DC1">
        <w:t xml:space="preserve">ont le siège social est situé </w:t>
      </w:r>
      <w:r w:rsidR="003E6B98">
        <w:t>Rue Emile Ollivier</w:t>
      </w:r>
      <w:r w:rsidR="00A81DC1">
        <w:t xml:space="preserve"> à </w:t>
      </w:r>
      <w:r w:rsidR="003E6B98">
        <w:t>83082 TOULON CEDEX</w:t>
      </w:r>
      <w:r w:rsidR="00C04523">
        <w:t xml:space="preserve">, et représenté par </w:t>
      </w:r>
      <w:r w:rsidR="003E6B98">
        <w:t>son directeur général</w:t>
      </w:r>
      <w:r w:rsidR="00C04523">
        <w:t>, dûment habil</w:t>
      </w:r>
      <w:r w:rsidR="00FE3CE1">
        <w:t>ité.</w:t>
      </w:r>
    </w:p>
    <w:p w14:paraId="0071E30C" w14:textId="77777777" w:rsidR="003A5D7A" w:rsidRDefault="003A5D7A" w:rsidP="003F4391">
      <w:pPr>
        <w:pStyle w:val="Paragraphedeliste"/>
        <w:jc w:val="both"/>
      </w:pPr>
    </w:p>
    <w:p w14:paraId="2C1FEC6C" w14:textId="77777777" w:rsidR="003A5D7A" w:rsidRDefault="00C04523" w:rsidP="003F4391">
      <w:pPr>
        <w:pStyle w:val="Paragraphedeliste"/>
        <w:jc w:val="both"/>
      </w:pPr>
      <w:r>
        <w:t>dénommée « LE BENEFICIAIRE »</w:t>
      </w:r>
    </w:p>
    <w:p w14:paraId="5FBDB364" w14:textId="77777777" w:rsidR="003A5D7A" w:rsidRDefault="003A5D7A" w:rsidP="003F4391">
      <w:pPr>
        <w:pStyle w:val="Paragraphedeliste"/>
        <w:jc w:val="both"/>
      </w:pPr>
    </w:p>
    <w:p w14:paraId="0B97E59A" w14:textId="77777777" w:rsidR="003A5D7A" w:rsidRDefault="003A5D7A" w:rsidP="003F4391">
      <w:pPr>
        <w:pStyle w:val="Paragraphedeliste"/>
        <w:jc w:val="both"/>
      </w:pPr>
      <w:r>
        <w:t>D’AUTRE PART</w:t>
      </w:r>
    </w:p>
    <w:p w14:paraId="5D4FEDB4" w14:textId="77777777" w:rsidR="00FB03BE" w:rsidRDefault="00FB03BE" w:rsidP="003F4391">
      <w:pPr>
        <w:pStyle w:val="Paragraphedeliste"/>
        <w:jc w:val="both"/>
      </w:pPr>
    </w:p>
    <w:p w14:paraId="5E5F0B66" w14:textId="77777777" w:rsidR="00FB03BE" w:rsidRDefault="00FB03BE" w:rsidP="003F4391">
      <w:pPr>
        <w:pStyle w:val="Paragraphedeliste"/>
        <w:jc w:val="both"/>
      </w:pPr>
      <w:r w:rsidRPr="00FB03BE">
        <w:t>il a été convenu ce qui suit :</w:t>
      </w:r>
    </w:p>
    <w:p w14:paraId="7F452F4D" w14:textId="2C45E31A" w:rsidR="003F4391" w:rsidRDefault="003F4391" w:rsidP="003F4391">
      <w:pPr>
        <w:pStyle w:val="Titre1"/>
      </w:pPr>
      <w:r>
        <w:t>ARTICLE 1 – Objet d</w:t>
      </w:r>
      <w:r w:rsidR="00FE3CE1">
        <w:t xml:space="preserve">e la </w:t>
      </w:r>
      <w:r>
        <w:t>présent</w:t>
      </w:r>
      <w:r w:rsidR="00FE3CE1">
        <w:t>e</w:t>
      </w:r>
      <w:r>
        <w:t xml:space="preserve"> </w:t>
      </w:r>
      <w:r w:rsidR="00FE3CE1">
        <w:t>annexe</w:t>
      </w:r>
    </w:p>
    <w:p w14:paraId="1C34A8B7" w14:textId="77777777" w:rsidR="003F4391" w:rsidRDefault="003F4391" w:rsidP="003F4391">
      <w:pPr>
        <w:pStyle w:val="Paragraphedeliste"/>
        <w:jc w:val="both"/>
      </w:pPr>
    </w:p>
    <w:p w14:paraId="2B39452E" w14:textId="032ABCD4" w:rsidR="003F4391" w:rsidRDefault="003F4391" w:rsidP="003F4391">
      <w:pPr>
        <w:pStyle w:val="Paragraphedeliste"/>
        <w:jc w:val="both"/>
      </w:pPr>
      <w:r>
        <w:t>L</w:t>
      </w:r>
      <w:r w:rsidR="00FE3CE1">
        <w:t>a</w:t>
      </w:r>
      <w:r>
        <w:t xml:space="preserve"> présent</w:t>
      </w:r>
      <w:r w:rsidR="00FE3CE1">
        <w:t>e</w:t>
      </w:r>
      <w:r>
        <w:t xml:space="preserve"> </w:t>
      </w:r>
      <w:r w:rsidR="00FE3CE1">
        <w:t>annexe</w:t>
      </w:r>
      <w:r>
        <w:t xml:space="preserve"> a pour objet de </w:t>
      </w:r>
      <w:r w:rsidR="00393B9F">
        <w:t>compléter</w:t>
      </w:r>
      <w:r>
        <w:t xml:space="preserve"> les modalités d’exécution des prestations </w:t>
      </w:r>
      <w:r w:rsidR="00FB03BE">
        <w:t>décrites</w:t>
      </w:r>
      <w:r>
        <w:t xml:space="preserve"> </w:t>
      </w:r>
      <w:r w:rsidR="00FB03BE">
        <w:t xml:space="preserve">dans le </w:t>
      </w:r>
      <w:r w:rsidR="00FE3CE1">
        <w:t>marché</w:t>
      </w:r>
      <w:r>
        <w:t xml:space="preserve"> </w:t>
      </w:r>
      <w:r w:rsidR="00FB03BE">
        <w:t xml:space="preserve">d’entretien de propreté conclus entre le </w:t>
      </w:r>
      <w:r w:rsidR="00FB03BE" w:rsidRPr="00C04523">
        <w:t>PRESTATAIRE</w:t>
      </w:r>
      <w:r w:rsidR="00FB03BE">
        <w:t xml:space="preserve"> et le BENEFICIAIRE, dénommé ci-après « LE </w:t>
      </w:r>
      <w:r w:rsidR="00097D3A">
        <w:t>MARCHE</w:t>
      </w:r>
      <w:r w:rsidR="00FB03BE">
        <w:t> »</w:t>
      </w:r>
      <w:r>
        <w:t>.</w:t>
      </w:r>
    </w:p>
    <w:p w14:paraId="4F1FC13D" w14:textId="77777777" w:rsidR="00393B9F" w:rsidRDefault="00393B9F" w:rsidP="003F4391">
      <w:pPr>
        <w:pStyle w:val="Paragraphedeliste"/>
        <w:jc w:val="both"/>
      </w:pPr>
    </w:p>
    <w:p w14:paraId="10451E99" w14:textId="60F26D23" w:rsidR="00393B9F" w:rsidRDefault="00393B9F" w:rsidP="00393B9F">
      <w:pPr>
        <w:pStyle w:val="Paragraphedeliste"/>
        <w:jc w:val="both"/>
      </w:pPr>
      <w:r>
        <w:t xml:space="preserve">Le PRESTATAIRE et tout personnel intervenant pour le compte de ce dernier dans les locaux du BENEFICIAIRE au titre du </w:t>
      </w:r>
      <w:r w:rsidR="00097D3A">
        <w:t>MARCHE</w:t>
      </w:r>
      <w:r>
        <w:t xml:space="preserve"> s’engagent à mettre en œuvre et respecter les </w:t>
      </w:r>
      <w:r w:rsidR="00D6793C">
        <w:t>obligations</w:t>
      </w:r>
      <w:r>
        <w:t xml:space="preserve"> </w:t>
      </w:r>
      <w:r w:rsidR="00D6793C">
        <w:t xml:space="preserve">décrites dans les articles </w:t>
      </w:r>
      <w:r>
        <w:t>qui suivent.</w:t>
      </w:r>
    </w:p>
    <w:p w14:paraId="46B39A77" w14:textId="77777777" w:rsidR="003F4391" w:rsidRDefault="003F4391" w:rsidP="003F4391">
      <w:pPr>
        <w:pStyle w:val="Titre1"/>
      </w:pPr>
      <w:r>
        <w:t xml:space="preserve">ARTICLE 2 – </w:t>
      </w:r>
      <w:r w:rsidR="00393B9F">
        <w:t>Règles de bonne conduite du personnel intervenant dans les locaux</w:t>
      </w:r>
    </w:p>
    <w:p w14:paraId="73399A9F" w14:textId="77777777" w:rsidR="003F4391" w:rsidRDefault="003F4391" w:rsidP="003F4391">
      <w:pPr>
        <w:pStyle w:val="Paragraphedeliste"/>
        <w:jc w:val="both"/>
      </w:pPr>
    </w:p>
    <w:p w14:paraId="03EDCC56" w14:textId="0DE43171" w:rsidR="00393B9F" w:rsidRDefault="003F4391" w:rsidP="005D26EC">
      <w:pPr>
        <w:pStyle w:val="Paragraphedeliste"/>
        <w:jc w:val="both"/>
      </w:pPr>
      <w:r>
        <w:t xml:space="preserve">Le personnel du PRESTATAIRE </w:t>
      </w:r>
      <w:r w:rsidR="00627FE0">
        <w:t xml:space="preserve">s’engage à respecter </w:t>
      </w:r>
      <w:r w:rsidR="00DE789C">
        <w:t>d</w:t>
      </w:r>
      <w:r w:rsidR="001A088A">
        <w:t>es</w:t>
      </w:r>
      <w:r w:rsidR="00627FE0">
        <w:t xml:space="preserve"> règles de bonne conduite conforme</w:t>
      </w:r>
      <w:r w:rsidR="00393B9F">
        <w:t>s</w:t>
      </w:r>
      <w:r w:rsidR="00627FE0">
        <w:t xml:space="preserve"> au service attendu</w:t>
      </w:r>
      <w:r w:rsidR="0046710D">
        <w:t xml:space="preserve"> objet du </w:t>
      </w:r>
      <w:r w:rsidR="00097D3A">
        <w:t>MARCHE</w:t>
      </w:r>
      <w:r w:rsidR="00627FE0">
        <w:t>.</w:t>
      </w:r>
    </w:p>
    <w:p w14:paraId="54C4BB69" w14:textId="77777777" w:rsidR="00393B9F" w:rsidRDefault="00393B9F" w:rsidP="005D26EC">
      <w:pPr>
        <w:pStyle w:val="Paragraphedeliste"/>
        <w:jc w:val="both"/>
      </w:pPr>
    </w:p>
    <w:p w14:paraId="1A567F84" w14:textId="77777777" w:rsidR="008D7C49" w:rsidRDefault="001A088A" w:rsidP="005D26EC">
      <w:pPr>
        <w:pStyle w:val="Paragraphedeliste"/>
        <w:jc w:val="both"/>
      </w:pPr>
      <w:r>
        <w:t>L</w:t>
      </w:r>
      <w:r w:rsidR="00627FE0">
        <w:t xml:space="preserve">e personnel </w:t>
      </w:r>
      <w:r>
        <w:t xml:space="preserve">du PRESTATAIRE </w:t>
      </w:r>
      <w:r w:rsidR="00627FE0">
        <w:t>s’interdira notamment :</w:t>
      </w:r>
    </w:p>
    <w:p w14:paraId="0366B2AA" w14:textId="77777777" w:rsidR="00627FE0" w:rsidRDefault="00627FE0" w:rsidP="005D26EC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De fumer dans les locaux ;</w:t>
      </w:r>
    </w:p>
    <w:p w14:paraId="15E0D0B8" w14:textId="77777777" w:rsidR="00DE789C" w:rsidRDefault="00DE789C" w:rsidP="005D26EC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De faire entrer dans les locaux toute matière prohibée</w:t>
      </w:r>
      <w:r w:rsidR="00393B9F">
        <w:t xml:space="preserve"> par la législation en vigueur</w:t>
      </w:r>
      <w:r>
        <w:t> ;</w:t>
      </w:r>
    </w:p>
    <w:p w14:paraId="6CB3D5B8" w14:textId="77777777" w:rsidR="00393B9F" w:rsidRDefault="00393B9F" w:rsidP="005D26EC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D’accueillir dans les locaux des personnes étrangères au besoin du service ;</w:t>
      </w:r>
    </w:p>
    <w:p w14:paraId="4A1ADA7F" w14:textId="64B1FD3E" w:rsidR="00627FE0" w:rsidRDefault="00627FE0" w:rsidP="005D26EC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D’utiliser du matériel propriété d</w:t>
      </w:r>
      <w:r w:rsidR="00404C31">
        <w:t>u</w:t>
      </w:r>
      <w:r>
        <w:t xml:space="preserve"> </w:t>
      </w:r>
      <w:r w:rsidR="00404C31">
        <w:t xml:space="preserve">BENEFICIAIRE </w:t>
      </w:r>
      <w:r>
        <w:t>à des fins personnelles : moyens de communication (ligne téléphonique, téléphone, fax, etc.), photocopieur, papeterie, etc.</w:t>
      </w:r>
    </w:p>
    <w:p w14:paraId="033D0E49" w14:textId="04360229" w:rsidR="004716F4" w:rsidRDefault="005D26EC" w:rsidP="005D26EC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 xml:space="preserve">De porter atteinte à </w:t>
      </w:r>
      <w:r w:rsidR="004716F4">
        <w:t xml:space="preserve">la disponibilité, </w:t>
      </w:r>
      <w:r>
        <w:t>l’</w:t>
      </w:r>
      <w:r w:rsidR="004716F4">
        <w:t>intégrité</w:t>
      </w:r>
      <w:r>
        <w:t xml:space="preserve"> et à la confidentialité du réseau informatique du BENEFICIAIRE. </w:t>
      </w:r>
      <w:r w:rsidR="004716F4">
        <w:t>À</w:t>
      </w:r>
      <w:r>
        <w:t xml:space="preserve"> ce titre, le personnel du </w:t>
      </w:r>
      <w:r w:rsidR="00F87714" w:rsidRPr="00C04523">
        <w:t>PRESTATAIRE</w:t>
      </w:r>
      <w:r w:rsidR="00F87714">
        <w:t xml:space="preserve"> </w:t>
      </w:r>
      <w:r>
        <w:t>s’interdit</w:t>
      </w:r>
      <w:r w:rsidR="004716F4">
        <w:t> :</w:t>
      </w:r>
    </w:p>
    <w:p w14:paraId="5859B952" w14:textId="77777777" w:rsidR="004716F4" w:rsidRDefault="004716F4" w:rsidP="004716F4">
      <w:pPr>
        <w:pStyle w:val="Paragraphedeliste"/>
        <w:numPr>
          <w:ilvl w:val="1"/>
          <w:numId w:val="4"/>
        </w:numPr>
        <w:spacing w:before="120" w:line="240" w:lineRule="auto"/>
        <w:contextualSpacing w:val="0"/>
        <w:jc w:val="both"/>
      </w:pPr>
      <w:r>
        <w:t>De brancher quelque équipement que ce soit non strictement nécessaire à l’exécution des prestations sur le réseau électrique du BENEFICIAIRE (chargeur de smartphone, etc.) ;</w:t>
      </w:r>
    </w:p>
    <w:p w14:paraId="05275E7B" w14:textId="77777777" w:rsidR="005D26EC" w:rsidRDefault="004716F4" w:rsidP="004716F4">
      <w:pPr>
        <w:pStyle w:val="Paragraphedeliste"/>
        <w:numPr>
          <w:ilvl w:val="1"/>
          <w:numId w:val="4"/>
        </w:numPr>
        <w:spacing w:before="120" w:line="240" w:lineRule="auto"/>
        <w:contextualSpacing w:val="0"/>
        <w:jc w:val="both"/>
      </w:pPr>
      <w:r>
        <w:t>D</w:t>
      </w:r>
      <w:r w:rsidR="005D26EC">
        <w:t xml:space="preserve">e </w:t>
      </w:r>
      <w:r>
        <w:t xml:space="preserve">se </w:t>
      </w:r>
      <w:r w:rsidR="005D26EC">
        <w:t xml:space="preserve">connecter </w:t>
      </w:r>
      <w:r>
        <w:t>de quelque façon que ce soit</w:t>
      </w:r>
      <w:r w:rsidR="005D26EC">
        <w:t xml:space="preserve"> sur le réseau informatique du BENEFICIAIRE</w:t>
      </w:r>
      <w:r>
        <w:t xml:space="preserve"> (en filaire, en Wifi, etc.).</w:t>
      </w:r>
    </w:p>
    <w:p w14:paraId="52603713" w14:textId="77777777" w:rsidR="008D7C49" w:rsidRDefault="00393B9F" w:rsidP="00393B9F">
      <w:pPr>
        <w:pStyle w:val="Titre1"/>
      </w:pPr>
      <w:r>
        <w:lastRenderedPageBreak/>
        <w:t xml:space="preserve">ARTICLE 3 - </w:t>
      </w:r>
      <w:r w:rsidR="008D7C49">
        <w:t>Engagement de discrétion et de confidentialité</w:t>
      </w:r>
    </w:p>
    <w:p w14:paraId="502DBC0D" w14:textId="77777777" w:rsidR="00733656" w:rsidRDefault="00733656" w:rsidP="00D2530B">
      <w:pPr>
        <w:pStyle w:val="Paragraphedeliste"/>
        <w:keepNext/>
        <w:keepLines/>
        <w:rPr>
          <w:rFonts w:asciiTheme="minorHAnsi" w:hAnsiTheme="minorHAnsi" w:cstheme="minorHAnsi"/>
        </w:rPr>
      </w:pPr>
    </w:p>
    <w:p w14:paraId="05942AFF" w14:textId="77777777" w:rsidR="00D637A0" w:rsidRDefault="00D637A0" w:rsidP="00D637A0">
      <w:pPr>
        <w:pStyle w:val="Paragraphedeliste"/>
        <w:keepNext/>
        <w:keepLines/>
        <w:jc w:val="both"/>
      </w:pPr>
      <w:r>
        <w:rPr>
          <w:rFonts w:asciiTheme="minorHAnsi" w:hAnsiTheme="minorHAnsi" w:cstheme="minorHAnsi"/>
        </w:rPr>
        <w:t xml:space="preserve">(Le terme « Informations confidentielles » signifie toutes les informations que le </w:t>
      </w:r>
      <w:r>
        <w:t>PRESTATAIRE reçoit du BENEFICIAIRE, traite ou cré</w:t>
      </w:r>
      <w:r w:rsidR="0046710D">
        <w:t>e</w:t>
      </w:r>
      <w:r>
        <w:t xml:space="preserve"> pour le compte de celui-ci).</w:t>
      </w:r>
    </w:p>
    <w:p w14:paraId="20423E2C" w14:textId="77777777" w:rsidR="00D637A0" w:rsidRDefault="00D637A0" w:rsidP="00D637A0">
      <w:pPr>
        <w:pStyle w:val="Paragraphedeliste"/>
        <w:keepNext/>
        <w:keepLines/>
        <w:jc w:val="both"/>
        <w:rPr>
          <w:rFonts w:asciiTheme="minorHAnsi" w:hAnsiTheme="minorHAnsi" w:cstheme="minorHAnsi"/>
        </w:rPr>
      </w:pPr>
    </w:p>
    <w:p w14:paraId="2857E70B" w14:textId="77777777" w:rsidR="00D637A0" w:rsidRDefault="00C04523" w:rsidP="00D637A0">
      <w:pPr>
        <w:pStyle w:val="Paragraphedeliste"/>
        <w:keepNext/>
        <w:keepLines/>
        <w:jc w:val="both"/>
      </w:pPr>
      <w:r>
        <w:t xml:space="preserve">Le PRESTATAIRE </w:t>
      </w:r>
      <w:r w:rsidR="00DE789C">
        <w:t xml:space="preserve">et son personnel </w:t>
      </w:r>
      <w:r>
        <w:t>s’engage</w:t>
      </w:r>
      <w:r w:rsidR="00DE789C">
        <w:t>nt</w:t>
      </w:r>
      <w:r w:rsidR="00D637A0">
        <w:t> :</w:t>
      </w:r>
    </w:p>
    <w:p w14:paraId="4F47484B" w14:textId="77777777" w:rsidR="00BC3F4B" w:rsidRDefault="00BC3F4B" w:rsidP="00BC3F4B">
      <w:pPr>
        <w:pStyle w:val="Paragraphedeliste"/>
        <w:keepNext/>
        <w:keepLines/>
        <w:numPr>
          <w:ilvl w:val="0"/>
          <w:numId w:val="6"/>
        </w:numPr>
        <w:spacing w:before="120" w:line="240" w:lineRule="auto"/>
        <w:ind w:left="1434" w:hanging="357"/>
        <w:contextualSpacing w:val="0"/>
        <w:jc w:val="both"/>
      </w:pPr>
      <w:r>
        <w:t>à ne pas divulguer à des tiers des informations qu’ils pourraient être amenés à connaître dans le cadre de leur activité chez le BENEFICIAIRE ;</w:t>
      </w:r>
    </w:p>
    <w:p w14:paraId="7CAD4108" w14:textId="77777777" w:rsidR="00D6793C" w:rsidRDefault="00D6793C" w:rsidP="00BC3F4B">
      <w:pPr>
        <w:pStyle w:val="Paragraphedeliste"/>
        <w:keepNext/>
        <w:keepLines/>
        <w:numPr>
          <w:ilvl w:val="0"/>
          <w:numId w:val="6"/>
        </w:numPr>
        <w:spacing w:before="120" w:line="240" w:lineRule="auto"/>
        <w:ind w:left="1434" w:hanging="357"/>
        <w:contextualSpacing w:val="0"/>
        <w:jc w:val="both"/>
      </w:pPr>
      <w:r>
        <w:t>à protéger les informations confidentielles du BENEFICIAIRE dont ils ont connaissance ou qu’ils manipulent et à ne pas les divulguer à autrui ;</w:t>
      </w:r>
    </w:p>
    <w:p w14:paraId="1DA4BD4E" w14:textId="77777777" w:rsidR="00D637A0" w:rsidRDefault="00BC3F4B" w:rsidP="00D637A0">
      <w:pPr>
        <w:pStyle w:val="Paragraphedeliste"/>
        <w:keepNext/>
        <w:keepLines/>
        <w:numPr>
          <w:ilvl w:val="0"/>
          <w:numId w:val="6"/>
        </w:numPr>
        <w:spacing w:before="120" w:line="240" w:lineRule="auto"/>
        <w:ind w:left="1434" w:hanging="357"/>
        <w:contextualSpacing w:val="0"/>
        <w:jc w:val="both"/>
      </w:pPr>
      <w:r>
        <w:t>à</w:t>
      </w:r>
      <w:r w:rsidR="00D637A0">
        <w:t xml:space="preserve"> ne pas mettre à profit les activités qui leur ont été confiées pour recueillir ou rechercher intentionnellement des informations confidenti</w:t>
      </w:r>
      <w:r>
        <w:t>elles du</w:t>
      </w:r>
      <w:r w:rsidR="00D637A0">
        <w:t xml:space="preserve"> </w:t>
      </w:r>
      <w:r>
        <w:t xml:space="preserve">BENEFICIAIRE </w:t>
      </w:r>
      <w:r w:rsidR="00D637A0">
        <w:t>sous quelque forme que ce soit ;</w:t>
      </w:r>
    </w:p>
    <w:p w14:paraId="53FF144E" w14:textId="77777777" w:rsidR="00BC3F4B" w:rsidRDefault="00BC3F4B" w:rsidP="00D637A0">
      <w:pPr>
        <w:pStyle w:val="Paragraphedeliste"/>
        <w:keepNext/>
        <w:keepLines/>
        <w:numPr>
          <w:ilvl w:val="0"/>
          <w:numId w:val="6"/>
        </w:numPr>
        <w:spacing w:before="120" w:line="240" w:lineRule="auto"/>
        <w:ind w:left="1434" w:hanging="357"/>
        <w:contextualSpacing w:val="0"/>
        <w:jc w:val="both"/>
      </w:pPr>
      <w:r>
        <w:t>à informer immédiatement le BENEFICIAIRE de toute situation où de telles informations seraient recueillies par inadvertance, ou viendraient fortuitement à leur connaissance.</w:t>
      </w:r>
    </w:p>
    <w:p w14:paraId="7BBACC4C" w14:textId="77777777" w:rsidR="00627FE0" w:rsidRDefault="00393B9F" w:rsidP="00393B9F">
      <w:pPr>
        <w:pStyle w:val="Titre1"/>
      </w:pPr>
      <w:r>
        <w:t xml:space="preserve">ARTICLE 4 - </w:t>
      </w:r>
      <w:r w:rsidR="00627FE0">
        <w:t>Badge</w:t>
      </w:r>
      <w:r w:rsidR="003A5D7A">
        <w:t>s</w:t>
      </w:r>
      <w:r w:rsidR="00627FE0">
        <w:t xml:space="preserve"> d’accès aux locaux</w:t>
      </w:r>
    </w:p>
    <w:p w14:paraId="483C8941" w14:textId="77777777" w:rsidR="003A5D7A" w:rsidRDefault="003A5D7A" w:rsidP="00627FE0">
      <w:pPr>
        <w:pStyle w:val="Paragraphedeliste"/>
      </w:pPr>
    </w:p>
    <w:p w14:paraId="556A5003" w14:textId="2AF48E38" w:rsidR="003A5D7A" w:rsidRDefault="00136A9F" w:rsidP="00C35E9A">
      <w:pPr>
        <w:pStyle w:val="Paragraphedeliste"/>
        <w:jc w:val="both"/>
      </w:pPr>
      <w:r>
        <w:t>D</w:t>
      </w:r>
      <w:r w:rsidR="00F0687D">
        <w:t>es</w:t>
      </w:r>
      <w:r w:rsidR="003A5D7A">
        <w:t xml:space="preserve"> badges permettant l’accès aux locaux d</w:t>
      </w:r>
      <w:r w:rsidR="00F0687D">
        <w:t>es</w:t>
      </w:r>
      <w:r w:rsidR="003A5D7A">
        <w:t xml:space="preserve"> bâtiment</w:t>
      </w:r>
      <w:r w:rsidR="00F0687D">
        <w:t>s</w:t>
      </w:r>
      <w:r w:rsidR="003A5D7A">
        <w:t xml:space="preserve"> </w:t>
      </w:r>
      <w:r w:rsidR="00F0687D">
        <w:t>dont le PRESTATAIRE est titulaire du MARCHE</w:t>
      </w:r>
      <w:r w:rsidR="00F54B5A">
        <w:t xml:space="preserve"> </w:t>
      </w:r>
      <w:r>
        <w:t>s</w:t>
      </w:r>
      <w:r w:rsidR="003A5D7A">
        <w:t xml:space="preserve">ont remis </w:t>
      </w:r>
      <w:r w:rsidR="0046710D">
        <w:t>au PRESTATAIRE dans le cadre de l’exécution du CONTRAT</w:t>
      </w:r>
      <w:r w:rsidR="003A5D7A">
        <w:t>.</w:t>
      </w:r>
    </w:p>
    <w:p w14:paraId="6A8C7547" w14:textId="77777777" w:rsidR="003A5D7A" w:rsidRDefault="003A5D7A" w:rsidP="00C35E9A">
      <w:pPr>
        <w:pStyle w:val="Paragraphedeliste"/>
        <w:jc w:val="both"/>
      </w:pPr>
    </w:p>
    <w:p w14:paraId="297C1E1B" w14:textId="77777777" w:rsidR="00627FE0" w:rsidRDefault="00D2530B" w:rsidP="00C35E9A">
      <w:pPr>
        <w:pStyle w:val="Paragraphedeliste"/>
        <w:jc w:val="both"/>
      </w:pPr>
      <w:r>
        <w:t xml:space="preserve">Le PRESTATAIRE et son </w:t>
      </w:r>
      <w:r w:rsidR="00627FE0">
        <w:t xml:space="preserve">personnel </w:t>
      </w:r>
      <w:r>
        <w:t>s</w:t>
      </w:r>
      <w:r w:rsidR="00627FE0">
        <w:t>’engage</w:t>
      </w:r>
      <w:r>
        <w:t>nt</w:t>
      </w:r>
      <w:r w:rsidR="00627FE0">
        <w:t> :</w:t>
      </w:r>
    </w:p>
    <w:p w14:paraId="199BA836" w14:textId="77777777" w:rsidR="00FB03BE" w:rsidRDefault="00FB03BE" w:rsidP="00C35E9A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 xml:space="preserve">à confier les badges uniquement au personnel concerné par l’activité </w:t>
      </w:r>
      <w:r w:rsidR="0046710D">
        <w:t xml:space="preserve">du CONTRAT </w:t>
      </w:r>
      <w:r>
        <w:t>chez le BENEFICIAIRE ;</w:t>
      </w:r>
    </w:p>
    <w:p w14:paraId="0390CE27" w14:textId="77777777" w:rsidR="00627FE0" w:rsidRDefault="00EC1F5B" w:rsidP="00C35E9A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</w:t>
      </w:r>
      <w:r w:rsidR="00627FE0">
        <w:t xml:space="preserve"> utiliser le</w:t>
      </w:r>
      <w:r w:rsidR="003A5D7A">
        <w:t>s</w:t>
      </w:r>
      <w:r w:rsidR="00627FE0">
        <w:t xml:space="preserve"> badge</w:t>
      </w:r>
      <w:r w:rsidR="003A5D7A">
        <w:t>s</w:t>
      </w:r>
      <w:r w:rsidR="00627FE0">
        <w:t xml:space="preserve"> d’accès fourni</w:t>
      </w:r>
      <w:r w:rsidR="003A5D7A">
        <w:t>s</w:t>
      </w:r>
      <w:r w:rsidR="00627FE0">
        <w:t xml:space="preserve"> uniquement </w:t>
      </w:r>
      <w:r w:rsidR="00BC3F4B">
        <w:t>dans le cadre de leur activité chez le BENEFICIAIRE</w:t>
      </w:r>
      <w:r w:rsidR="00627FE0">
        <w:t>, et durant les horaires d’</w:t>
      </w:r>
      <w:r w:rsidR="00D2530B">
        <w:t>intervention convenus entre le PRESTATAIRE et le BENEFICIAIRE </w:t>
      </w:r>
      <w:r w:rsidR="00627FE0">
        <w:t>;</w:t>
      </w:r>
    </w:p>
    <w:p w14:paraId="654159ED" w14:textId="77777777" w:rsidR="00627FE0" w:rsidRDefault="00EC1F5B" w:rsidP="00C35E9A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</w:t>
      </w:r>
      <w:r w:rsidR="003A5D7A">
        <w:t xml:space="preserve"> assurer la protection physique des</w:t>
      </w:r>
      <w:r w:rsidR="00627FE0">
        <w:t xml:space="preserve"> badge</w:t>
      </w:r>
      <w:r w:rsidR="003A5D7A">
        <w:t>s</w:t>
      </w:r>
      <w:r w:rsidR="00627FE0">
        <w:t xml:space="preserve"> fourni</w:t>
      </w:r>
      <w:r w:rsidR="003A5D7A">
        <w:t>s afin d’éviter leur détérioration, perte ou vol ;</w:t>
      </w:r>
    </w:p>
    <w:p w14:paraId="1723B5F0" w14:textId="77777777" w:rsidR="003A5D7A" w:rsidRDefault="00EC1F5B" w:rsidP="00C35E9A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</w:t>
      </w:r>
      <w:r w:rsidR="003A5D7A">
        <w:t xml:space="preserve"> ne pas permettre </w:t>
      </w:r>
      <w:r w:rsidR="00BC3F4B">
        <w:t xml:space="preserve">à </w:t>
      </w:r>
      <w:r w:rsidR="0046710D">
        <w:t xml:space="preserve">un </w:t>
      </w:r>
      <w:r w:rsidR="00BC3F4B">
        <w:t>tiers</w:t>
      </w:r>
      <w:r w:rsidR="003A5D7A">
        <w:t xml:space="preserve">, par quel moyen que ce soit, </w:t>
      </w:r>
      <w:r w:rsidR="00FB03BE">
        <w:t>de</w:t>
      </w:r>
      <w:r w:rsidR="003A5D7A">
        <w:t xml:space="preserve"> réaliser une association entre les dits badges et l’adresse du </w:t>
      </w:r>
      <w:r w:rsidR="00FB03BE">
        <w:t xml:space="preserve">BENEFICIAIRE </w:t>
      </w:r>
      <w:r w:rsidR="003A5D7A">
        <w:t xml:space="preserve">objet du </w:t>
      </w:r>
      <w:r w:rsidR="0046710D">
        <w:t>CONTRAT</w:t>
      </w:r>
      <w:r w:rsidR="003A5D7A">
        <w:t> ;</w:t>
      </w:r>
    </w:p>
    <w:p w14:paraId="50076DB0" w14:textId="77777777" w:rsidR="00627FE0" w:rsidRDefault="00EC1F5B" w:rsidP="00C35E9A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</w:t>
      </w:r>
      <w:r w:rsidR="00627FE0">
        <w:t xml:space="preserve"> avertir dans les plus brefs délais </w:t>
      </w:r>
      <w:r w:rsidR="00BC3F4B">
        <w:t xml:space="preserve">le BENEFICIAIRE </w:t>
      </w:r>
      <w:r w:rsidR="003A5D7A">
        <w:t>en cas de perte ou de vol de</w:t>
      </w:r>
      <w:r w:rsidR="00FB03BE">
        <w:t xml:space="preserve"> l’un ou des </w:t>
      </w:r>
      <w:r w:rsidR="00627FE0">
        <w:t>badge</w:t>
      </w:r>
      <w:r w:rsidR="003A5D7A">
        <w:t>s</w:t>
      </w:r>
      <w:r w:rsidR="00627FE0">
        <w:t> ;</w:t>
      </w:r>
    </w:p>
    <w:p w14:paraId="4807C6F0" w14:textId="77777777" w:rsidR="00627FE0" w:rsidRPr="008D7C49" w:rsidRDefault="00EC1F5B" w:rsidP="00C35E9A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</w:t>
      </w:r>
      <w:r w:rsidR="00627FE0">
        <w:t xml:space="preserve"> restituer le</w:t>
      </w:r>
      <w:r w:rsidR="003A5D7A">
        <w:t xml:space="preserve">s </w:t>
      </w:r>
      <w:r w:rsidR="00627FE0">
        <w:t>badge</w:t>
      </w:r>
      <w:r w:rsidR="003A5D7A">
        <w:t xml:space="preserve">s </w:t>
      </w:r>
      <w:r w:rsidR="00BC3F4B">
        <w:t>au BENEFICIAIRE</w:t>
      </w:r>
      <w:r w:rsidR="00627FE0">
        <w:t xml:space="preserve"> à terminaison du </w:t>
      </w:r>
      <w:r w:rsidR="0046710D">
        <w:t>CONTRAT</w:t>
      </w:r>
      <w:r w:rsidR="00627FE0">
        <w:t>.</w:t>
      </w:r>
    </w:p>
    <w:p w14:paraId="6D67C265" w14:textId="77777777" w:rsidR="00627FE0" w:rsidRDefault="00393B9F" w:rsidP="00393B9F">
      <w:pPr>
        <w:pStyle w:val="Titre1"/>
      </w:pPr>
      <w:r>
        <w:t xml:space="preserve">ARTICLE 5 - </w:t>
      </w:r>
      <w:r w:rsidR="003A5D7A">
        <w:t>Gestion de l’alarme anti intrusion</w:t>
      </w:r>
    </w:p>
    <w:p w14:paraId="40999B65" w14:textId="77777777" w:rsidR="00393B9F" w:rsidRPr="00393B9F" w:rsidRDefault="00393B9F" w:rsidP="001D1CCF">
      <w:pPr>
        <w:pStyle w:val="Paragraphedeliste"/>
        <w:jc w:val="both"/>
      </w:pPr>
    </w:p>
    <w:p w14:paraId="5FEB5186" w14:textId="243AF2DE" w:rsidR="00EC1F5B" w:rsidRDefault="00EC1F5B" w:rsidP="00EC1F5B">
      <w:pPr>
        <w:pStyle w:val="Paragraphedeliste"/>
        <w:jc w:val="both"/>
      </w:pPr>
      <w:r>
        <w:t xml:space="preserve">Les locaux du BENEFICIAIRE sont équipés d’un système </w:t>
      </w:r>
      <w:r w:rsidR="0076324B">
        <w:t>de détection d’intrusion</w:t>
      </w:r>
      <w:r>
        <w:t xml:space="preserve"> physi</w:t>
      </w:r>
      <w:r w:rsidR="0076324B">
        <w:t>que</w:t>
      </w:r>
      <w:r>
        <w:t xml:space="preserve">. Un code confidentiel permettant la mise sous et hors surveillance du système </w:t>
      </w:r>
      <w:r w:rsidR="001D1CCF">
        <w:t xml:space="preserve">ainsi qu’un mode opératoire décrivant ces opérations </w:t>
      </w:r>
      <w:r w:rsidR="0046710D">
        <w:t>s</w:t>
      </w:r>
      <w:r w:rsidR="001D1CCF">
        <w:t>ont</w:t>
      </w:r>
      <w:r>
        <w:t xml:space="preserve"> </w:t>
      </w:r>
      <w:r w:rsidR="000D2E0E">
        <w:t>communiqués</w:t>
      </w:r>
      <w:r w:rsidR="001D1CCF">
        <w:t xml:space="preserve"> </w:t>
      </w:r>
      <w:r>
        <w:t>au PRESTATAIRE.</w:t>
      </w:r>
    </w:p>
    <w:p w14:paraId="61A367BB" w14:textId="77777777" w:rsidR="00EC1F5B" w:rsidRDefault="00EC1F5B" w:rsidP="00EC1F5B">
      <w:pPr>
        <w:pStyle w:val="Paragraphedeliste"/>
        <w:jc w:val="both"/>
      </w:pPr>
    </w:p>
    <w:p w14:paraId="54CF59E8" w14:textId="77777777" w:rsidR="00EC1F5B" w:rsidRDefault="00EC1F5B" w:rsidP="00EC1F5B">
      <w:pPr>
        <w:pStyle w:val="Paragraphedeliste"/>
        <w:jc w:val="both"/>
      </w:pPr>
      <w:r>
        <w:t>Le PRESTATAIRE et son personnel s’engagent :</w:t>
      </w:r>
    </w:p>
    <w:p w14:paraId="31B9057B" w14:textId="77777777" w:rsidR="00EC1F5B" w:rsidRDefault="00EC1F5B" w:rsidP="00EC1F5B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 xml:space="preserve">à </w:t>
      </w:r>
      <w:r w:rsidR="001D1CCF">
        <w:t>assurer la confidentialité du code fourni (*) ;</w:t>
      </w:r>
    </w:p>
    <w:p w14:paraId="2213FE40" w14:textId="77777777" w:rsidR="003A5D7A" w:rsidRDefault="001D1CCF" w:rsidP="00EC1F5B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</w:t>
      </w:r>
      <w:r w:rsidR="003A5D7A">
        <w:t xml:space="preserve"> utiliser le </w:t>
      </w:r>
      <w:r>
        <w:t xml:space="preserve">code </w:t>
      </w:r>
      <w:r w:rsidR="003A5D7A">
        <w:t xml:space="preserve">fourni uniquement dans </w:t>
      </w:r>
      <w:r w:rsidR="0076324B">
        <w:t>le cadre de leur activité chez le BENEFICIAIRE</w:t>
      </w:r>
      <w:r w:rsidR="003A5D7A">
        <w:t xml:space="preserve">, </w:t>
      </w:r>
      <w:r w:rsidR="0076324B">
        <w:t>et durant les horaires d’intervention convenus entre le PRESTATAIRE et le BENEFICIAIRE</w:t>
      </w:r>
      <w:r w:rsidR="003A5D7A">
        <w:t> ;</w:t>
      </w:r>
    </w:p>
    <w:p w14:paraId="740DAA6C" w14:textId="77777777" w:rsidR="0076324B" w:rsidRDefault="0076324B" w:rsidP="0076324B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 mettre hors surveillance le système d’anti intrusion au démarrage de chaque intervention et dans le délai imparti évitant ainsi le déclenchement de l’alarme anti intrusion ;</w:t>
      </w:r>
    </w:p>
    <w:p w14:paraId="4B4FF4E2" w14:textId="77777777" w:rsidR="003A5D7A" w:rsidRDefault="001D1CCF" w:rsidP="00EC1F5B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 mettre sous surveillance le système d’anti intrusion à l’issue de chaque intervention</w:t>
      </w:r>
      <w:r w:rsidR="003A5D7A">
        <w:t> ;</w:t>
      </w:r>
    </w:p>
    <w:p w14:paraId="5572617C" w14:textId="77777777" w:rsidR="00EC1F5B" w:rsidRDefault="001D1CCF" w:rsidP="00EC1F5B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lastRenderedPageBreak/>
        <w:t>à</w:t>
      </w:r>
      <w:r w:rsidR="00EC1F5B">
        <w:t xml:space="preserve"> signaler au BENEFICIAIRE</w:t>
      </w:r>
      <w:r>
        <w:t xml:space="preserve"> toute </w:t>
      </w:r>
      <w:r w:rsidR="0076324B">
        <w:t>alerte</w:t>
      </w:r>
      <w:r>
        <w:t xml:space="preserve"> remontée par le système lors de sa mise sous surveillance ou lors de sa mise hors surveillance ;</w:t>
      </w:r>
    </w:p>
    <w:p w14:paraId="2012B4A8" w14:textId="77777777" w:rsidR="00EC1F5B" w:rsidRDefault="00EC1F5B" w:rsidP="00EC1F5B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>à avertir dans les plus brefs délais le BENEFICIAIRE en cas de risque de divulgation dudit code ;</w:t>
      </w:r>
    </w:p>
    <w:p w14:paraId="08A94602" w14:textId="77777777" w:rsidR="003A5D7A" w:rsidRDefault="001D1CCF" w:rsidP="00EC1F5B">
      <w:pPr>
        <w:pStyle w:val="Paragraphedeliste"/>
        <w:numPr>
          <w:ilvl w:val="0"/>
          <w:numId w:val="4"/>
        </w:numPr>
        <w:spacing w:before="120" w:line="240" w:lineRule="auto"/>
        <w:ind w:left="1434" w:hanging="357"/>
        <w:contextualSpacing w:val="0"/>
        <w:jc w:val="both"/>
      </w:pPr>
      <w:r>
        <w:t xml:space="preserve">à </w:t>
      </w:r>
      <w:r w:rsidR="0076324B">
        <w:t>signaler au BENEFICIAIRE le départ d’un collaborateur du PRESTATAIRE ayant eu connaissance du dit code</w:t>
      </w:r>
      <w:r w:rsidR="003A5D7A">
        <w:t>.</w:t>
      </w:r>
    </w:p>
    <w:p w14:paraId="60EF7E4F" w14:textId="77777777" w:rsidR="001D1CCF" w:rsidRDefault="001D1CCF" w:rsidP="001D1CCF">
      <w:pPr>
        <w:pStyle w:val="Paragraphedeliste"/>
        <w:jc w:val="both"/>
      </w:pPr>
    </w:p>
    <w:p w14:paraId="5ECD96C1" w14:textId="77777777" w:rsidR="00AC1AF0" w:rsidRDefault="0076324B" w:rsidP="001D1CCF">
      <w:pPr>
        <w:pStyle w:val="Paragraphedeliste"/>
        <w:jc w:val="both"/>
      </w:pPr>
      <w:r>
        <w:t>(*)</w:t>
      </w:r>
      <w:r w:rsidR="00AC1AF0">
        <w:t xml:space="preserve"> Règle de bonnes pratiques </w:t>
      </w:r>
      <w:r w:rsidR="0046710D">
        <w:t>pour</w:t>
      </w:r>
      <w:r w:rsidR="00AC1AF0">
        <w:t xml:space="preserve"> le stockage du code :</w:t>
      </w:r>
    </w:p>
    <w:p w14:paraId="101D6633" w14:textId="77777777" w:rsidR="00AC1AF0" w:rsidRDefault="00AC1AF0" w:rsidP="001D1CCF">
      <w:pPr>
        <w:pStyle w:val="Paragraphedeliste"/>
        <w:jc w:val="both"/>
      </w:pPr>
      <w:r>
        <w:t xml:space="preserve">Le code de mise/hors surveillance du système, s’il est stocké sur un support, quelle que soit la nature de ce support (papier, numérique, etc.), ne doit pas être distinguable et </w:t>
      </w:r>
      <w:r w:rsidR="0046710D">
        <w:t xml:space="preserve">ne pas </w:t>
      </w:r>
      <w:r>
        <w:t>pouvoir être rattaché de quelque façon que ce soit au BENEFICIAIRE.</w:t>
      </w:r>
      <w:r w:rsidR="0046710D">
        <w:t xml:space="preserve"> </w:t>
      </w:r>
      <w:r>
        <w:t>Par exemple, ce code pourra être utilement noyé dans un ensemble de chiffres de façon à ce que seul l’utilisateur du code se souvienne de la position du code au sein du dit ensemble.</w:t>
      </w:r>
    </w:p>
    <w:p w14:paraId="52E65E36" w14:textId="77777777" w:rsidR="00AC1AF0" w:rsidRDefault="00AC1AF0" w:rsidP="001D1CCF">
      <w:pPr>
        <w:pStyle w:val="Paragraphedeliste"/>
        <w:jc w:val="both"/>
      </w:pPr>
    </w:p>
    <w:p w14:paraId="6AB9137C" w14:textId="77777777" w:rsidR="0076324B" w:rsidRDefault="0076324B" w:rsidP="001D1CCF">
      <w:pPr>
        <w:pStyle w:val="Paragraphedeliste"/>
        <w:jc w:val="both"/>
      </w:pPr>
    </w:p>
    <w:p w14:paraId="592D5C07" w14:textId="77777777" w:rsidR="00F95B46" w:rsidRDefault="00F95B46" w:rsidP="001D1CCF">
      <w:pPr>
        <w:pStyle w:val="Paragraphedeliste"/>
        <w:jc w:val="both"/>
      </w:pPr>
    </w:p>
    <w:p w14:paraId="3C306C88" w14:textId="77777777" w:rsidR="00AC1AF0" w:rsidRDefault="00AC1AF0" w:rsidP="001D1CCF">
      <w:pPr>
        <w:pStyle w:val="Paragraphedeliste"/>
        <w:jc w:val="both"/>
      </w:pPr>
    </w:p>
    <w:p w14:paraId="28C07E24" w14:textId="64D05355" w:rsidR="00AC1AF0" w:rsidRDefault="00AC1AF0" w:rsidP="001D1CCF">
      <w:pPr>
        <w:pStyle w:val="Paragraphedeliste"/>
        <w:jc w:val="both"/>
      </w:pPr>
      <w:r>
        <w:t xml:space="preserve">Fait à             </w:t>
      </w:r>
      <w:r w:rsidR="00D97E72">
        <w:t xml:space="preserve">         </w:t>
      </w:r>
      <w:r>
        <w:t xml:space="preserve"> le </w:t>
      </w:r>
    </w:p>
    <w:p w14:paraId="414ABE48" w14:textId="77777777" w:rsidR="00F95B46" w:rsidRDefault="00F95B46" w:rsidP="001D1CCF">
      <w:pPr>
        <w:pStyle w:val="Paragraphedeliste"/>
        <w:jc w:val="both"/>
      </w:pPr>
    </w:p>
    <w:p w14:paraId="6B729A8F" w14:textId="77777777" w:rsidR="00AC1AF0" w:rsidRDefault="00AC1AF0" w:rsidP="001D1CCF">
      <w:pPr>
        <w:pStyle w:val="Paragraphedeliste"/>
        <w:jc w:val="both"/>
      </w:pPr>
    </w:p>
    <w:p w14:paraId="26A047F4" w14:textId="2719BFBE" w:rsidR="00AC1AF0" w:rsidRDefault="00AC1AF0" w:rsidP="001D1CCF">
      <w:pPr>
        <w:pStyle w:val="Paragraphedeliste"/>
        <w:jc w:val="both"/>
        <w:rPr>
          <w:rStyle w:val="lev"/>
        </w:rPr>
      </w:pPr>
      <w:r>
        <w:rPr>
          <w:rStyle w:val="lev"/>
        </w:rPr>
        <w:t>LE PRESTATAIRE</w:t>
      </w:r>
    </w:p>
    <w:p w14:paraId="6DF5139C" w14:textId="77777777" w:rsidR="00E96024" w:rsidRDefault="00E96024" w:rsidP="001D1CCF">
      <w:pPr>
        <w:pStyle w:val="Paragraphedeliste"/>
        <w:jc w:val="both"/>
        <w:rPr>
          <w:rStyle w:val="lev"/>
        </w:rPr>
      </w:pPr>
    </w:p>
    <w:p w14:paraId="1B667239" w14:textId="42B8188F" w:rsidR="00A53C96" w:rsidRPr="00D97E72" w:rsidRDefault="00A53C96" w:rsidP="00D97E72">
      <w:pPr>
        <w:jc w:val="both"/>
        <w:rPr>
          <w:rFonts w:asciiTheme="minorHAnsi" w:hAnsiTheme="minorHAnsi" w:cstheme="minorHAnsi"/>
        </w:rPr>
      </w:pPr>
    </w:p>
    <w:p w14:paraId="4438A99B" w14:textId="77777777" w:rsidR="00A53C96" w:rsidRPr="00C03841" w:rsidRDefault="00A53C96" w:rsidP="00573376">
      <w:pPr>
        <w:ind w:left="-1276"/>
        <w:rPr>
          <w:rFonts w:asciiTheme="minorHAnsi" w:hAnsiTheme="minorHAnsi" w:cstheme="minorHAnsi"/>
        </w:rPr>
      </w:pPr>
    </w:p>
    <w:p w14:paraId="4CCF824A" w14:textId="77777777" w:rsidR="00A53C96" w:rsidRPr="00C03841" w:rsidRDefault="00A53C96" w:rsidP="00573376">
      <w:pPr>
        <w:ind w:left="-1276"/>
        <w:rPr>
          <w:rFonts w:asciiTheme="minorHAnsi" w:hAnsiTheme="minorHAnsi" w:cstheme="minorHAnsi"/>
        </w:rPr>
      </w:pPr>
    </w:p>
    <w:p w14:paraId="4FC628B3" w14:textId="77777777" w:rsidR="00A53C96" w:rsidRPr="00C03841" w:rsidRDefault="00A53C96" w:rsidP="00573376">
      <w:pPr>
        <w:ind w:left="-1276"/>
        <w:rPr>
          <w:rFonts w:asciiTheme="minorHAnsi" w:hAnsiTheme="minorHAnsi" w:cstheme="minorHAnsi"/>
        </w:rPr>
      </w:pPr>
    </w:p>
    <w:p w14:paraId="00143060" w14:textId="77777777" w:rsidR="00A53C96" w:rsidRPr="00C03841" w:rsidRDefault="00A53C96" w:rsidP="00573376">
      <w:pPr>
        <w:ind w:left="-1276"/>
        <w:rPr>
          <w:rFonts w:asciiTheme="minorHAnsi" w:hAnsiTheme="minorHAnsi" w:cstheme="minorHAnsi"/>
        </w:rPr>
      </w:pPr>
    </w:p>
    <w:p w14:paraId="21908215" w14:textId="77777777" w:rsidR="00742870" w:rsidRPr="00C03841" w:rsidRDefault="00C01DC0" w:rsidP="006576A4">
      <w:pPr>
        <w:ind w:left="-1276"/>
        <w:rPr>
          <w:rFonts w:asciiTheme="minorHAnsi" w:hAnsiTheme="minorHAnsi" w:cstheme="minorHAnsi"/>
        </w:rPr>
      </w:pPr>
    </w:p>
    <w:p w14:paraId="3FDB23BE" w14:textId="77777777" w:rsidR="006576A4" w:rsidRPr="00C03841" w:rsidRDefault="006576A4" w:rsidP="006576A4">
      <w:pPr>
        <w:ind w:left="-1276"/>
        <w:rPr>
          <w:rFonts w:asciiTheme="minorHAnsi" w:hAnsiTheme="minorHAnsi" w:cstheme="minorHAnsi"/>
        </w:rPr>
      </w:pPr>
    </w:p>
    <w:p w14:paraId="54F6F568" w14:textId="77777777" w:rsidR="006576A4" w:rsidRPr="00C03841" w:rsidRDefault="006576A4" w:rsidP="006576A4">
      <w:pPr>
        <w:ind w:left="-1276"/>
        <w:rPr>
          <w:rFonts w:asciiTheme="minorHAnsi" w:hAnsiTheme="minorHAnsi" w:cstheme="minorHAnsi"/>
        </w:rPr>
      </w:pPr>
    </w:p>
    <w:p w14:paraId="21317844" w14:textId="77777777" w:rsidR="006576A4" w:rsidRPr="00C03841" w:rsidRDefault="006576A4" w:rsidP="006576A4">
      <w:pPr>
        <w:ind w:left="-1276"/>
        <w:rPr>
          <w:rFonts w:asciiTheme="minorHAnsi" w:hAnsiTheme="minorHAnsi" w:cstheme="minorHAnsi"/>
        </w:rPr>
      </w:pPr>
    </w:p>
    <w:sectPr w:rsidR="006576A4" w:rsidRPr="00C03841" w:rsidSect="00B42A23">
      <w:footerReference w:type="default" r:id="rId11"/>
      <w:headerReference w:type="first" r:id="rId12"/>
      <w:type w:val="continuous"/>
      <w:pgSz w:w="11906" w:h="16838"/>
      <w:pgMar w:top="1395" w:right="1134" w:bottom="851" w:left="1134" w:header="1128" w:footer="788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30A3C" w14:textId="77777777" w:rsidR="00C01DC0" w:rsidRDefault="00C01DC0">
      <w:pPr>
        <w:spacing w:line="240" w:lineRule="auto"/>
      </w:pPr>
      <w:r>
        <w:separator/>
      </w:r>
    </w:p>
  </w:endnote>
  <w:endnote w:type="continuationSeparator" w:id="0">
    <w:p w14:paraId="5C49F6C9" w14:textId="77777777" w:rsidR="00C01DC0" w:rsidRDefault="00C01D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1C8FD" w14:textId="735E49AC" w:rsidR="00742870" w:rsidRDefault="00F95B46" w:rsidP="00F95B46">
    <w:pPr>
      <w:pStyle w:val="Pieddepage"/>
      <w:tabs>
        <w:tab w:val="clear" w:pos="4536"/>
        <w:tab w:val="clear" w:pos="9072"/>
        <w:tab w:val="decimal" w:pos="4962"/>
      </w:tabs>
      <w:spacing w:line="256" w:lineRule="exact"/>
    </w:pPr>
    <w:r>
      <w:t xml:space="preserve">   </w:t>
    </w:r>
    <w:r>
      <w:tab/>
    </w:r>
    <w:r w:rsidR="00D6793C"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D1291A">
      <w:rPr>
        <w:noProof/>
      </w:rPr>
      <w:t>3</w:t>
    </w:r>
    <w:r>
      <w:fldChar w:fldCharType="end"/>
    </w:r>
    <w:r>
      <w:t>/</w:t>
    </w:r>
    <w:r w:rsidR="00C01DC0">
      <w:fldChar w:fldCharType="begin"/>
    </w:r>
    <w:r w:rsidR="00C01DC0">
      <w:instrText xml:space="preserve"> NUMPAGES  \* MERGEFORMAT </w:instrText>
    </w:r>
    <w:r w:rsidR="00C01DC0">
      <w:fldChar w:fldCharType="separate"/>
    </w:r>
    <w:r w:rsidR="00D1291A" w:rsidRPr="00D1291A">
      <w:rPr>
        <w:smallCaps/>
        <w:noProof/>
      </w:rPr>
      <w:t>4</w:t>
    </w:r>
    <w:r w:rsidR="00C01DC0">
      <w:rPr>
        <w:smallCaps/>
        <w:noProof/>
      </w:rPr>
      <w:fldChar w:fldCharType="end"/>
    </w:r>
    <w:r w:rsidR="00610983">
      <w:rPr>
        <w:rFonts w:asciiTheme="minorHAnsi" w:hAnsiTheme="minorHAnsi" w:cstheme="minorHAnsi"/>
        <w:noProof/>
        <w:sz w:val="16"/>
        <w:szCs w:val="16"/>
      </w:rPr>
      <w:drawing>
        <wp:anchor distT="0" distB="0" distL="114300" distR="114300" simplePos="0" relativeHeight="251700736" behindDoc="0" locked="0" layoutInCell="1" allowOverlap="1" wp14:anchorId="1DA154A8" wp14:editId="51396FF8">
          <wp:simplePos x="0" y="0"/>
          <wp:positionH relativeFrom="column">
            <wp:posOffset>5612698</wp:posOffset>
          </wp:positionH>
          <wp:positionV relativeFrom="paragraph">
            <wp:posOffset>-822960</wp:posOffset>
          </wp:positionV>
          <wp:extent cx="1467853" cy="1467853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853" cy="14678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2E63E" w14:textId="77777777" w:rsidR="00C01DC0" w:rsidRDefault="00C01DC0">
      <w:pPr>
        <w:spacing w:line="240" w:lineRule="auto"/>
      </w:pPr>
      <w:r>
        <w:separator/>
      </w:r>
    </w:p>
  </w:footnote>
  <w:footnote w:type="continuationSeparator" w:id="0">
    <w:p w14:paraId="41A80BFE" w14:textId="77777777" w:rsidR="00C01DC0" w:rsidRDefault="00C01D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C3B42" w14:textId="77777777" w:rsidR="00742870" w:rsidRPr="0058218A" w:rsidRDefault="00C01DC0" w:rsidP="00C07E83">
    <w:pPr>
      <w:spacing w:line="256" w:lineRule="exact"/>
      <w:ind w:left="-1418"/>
      <w:jc w:val="both"/>
      <w:rPr>
        <w:rFonts w:asciiTheme="minorHAnsi" w:hAnsiTheme="minorHAnsi" w:cstheme="minorHAns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F65C6"/>
    <w:multiLevelType w:val="hybridMultilevel"/>
    <w:tmpl w:val="5FA8320A"/>
    <w:lvl w:ilvl="0" w:tplc="25AC816A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BD5740"/>
    <w:multiLevelType w:val="hybridMultilevel"/>
    <w:tmpl w:val="67246E56"/>
    <w:lvl w:ilvl="0" w:tplc="25AC816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94CDD"/>
    <w:multiLevelType w:val="hybridMultilevel"/>
    <w:tmpl w:val="FFA876B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006199"/>
    <w:multiLevelType w:val="hybridMultilevel"/>
    <w:tmpl w:val="D02EFCF8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CA11E57"/>
    <w:multiLevelType w:val="hybridMultilevel"/>
    <w:tmpl w:val="2948176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89707D9"/>
    <w:multiLevelType w:val="hybridMultilevel"/>
    <w:tmpl w:val="72DCE0E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AC7024E"/>
    <w:multiLevelType w:val="hybridMultilevel"/>
    <w:tmpl w:val="C43814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58B"/>
    <w:rsid w:val="00002715"/>
    <w:rsid w:val="0003600E"/>
    <w:rsid w:val="000530F9"/>
    <w:rsid w:val="00075020"/>
    <w:rsid w:val="00097D3A"/>
    <w:rsid w:val="000D2E0E"/>
    <w:rsid w:val="000F19D4"/>
    <w:rsid w:val="000F31B6"/>
    <w:rsid w:val="001347EC"/>
    <w:rsid w:val="00136A9F"/>
    <w:rsid w:val="00137FD2"/>
    <w:rsid w:val="00165782"/>
    <w:rsid w:val="001801C3"/>
    <w:rsid w:val="0019418A"/>
    <w:rsid w:val="001943B6"/>
    <w:rsid w:val="0019528E"/>
    <w:rsid w:val="001A088A"/>
    <w:rsid w:val="001C06A9"/>
    <w:rsid w:val="001C0809"/>
    <w:rsid w:val="001C09FE"/>
    <w:rsid w:val="001C5615"/>
    <w:rsid w:val="001C5FC8"/>
    <w:rsid w:val="001D04A6"/>
    <w:rsid w:val="001D1CCF"/>
    <w:rsid w:val="001D47FE"/>
    <w:rsid w:val="00203E38"/>
    <w:rsid w:val="00212C3B"/>
    <w:rsid w:val="002224AC"/>
    <w:rsid w:val="002533AA"/>
    <w:rsid w:val="00291521"/>
    <w:rsid w:val="002F3F93"/>
    <w:rsid w:val="003468D9"/>
    <w:rsid w:val="003546D0"/>
    <w:rsid w:val="0035582F"/>
    <w:rsid w:val="00356034"/>
    <w:rsid w:val="003632B1"/>
    <w:rsid w:val="00393B9F"/>
    <w:rsid w:val="003A5D7A"/>
    <w:rsid w:val="003E6B98"/>
    <w:rsid w:val="003F2569"/>
    <w:rsid w:val="003F4391"/>
    <w:rsid w:val="00404C31"/>
    <w:rsid w:val="0046710D"/>
    <w:rsid w:val="004672CE"/>
    <w:rsid w:val="004716F4"/>
    <w:rsid w:val="004A2A52"/>
    <w:rsid w:val="004C1816"/>
    <w:rsid w:val="00512ADA"/>
    <w:rsid w:val="0052183D"/>
    <w:rsid w:val="005406C4"/>
    <w:rsid w:val="0054719C"/>
    <w:rsid w:val="00564868"/>
    <w:rsid w:val="00565E58"/>
    <w:rsid w:val="00573376"/>
    <w:rsid w:val="0058218A"/>
    <w:rsid w:val="005951E7"/>
    <w:rsid w:val="0059781C"/>
    <w:rsid w:val="005D26EC"/>
    <w:rsid w:val="005E0F54"/>
    <w:rsid w:val="005F2FAB"/>
    <w:rsid w:val="005F5851"/>
    <w:rsid w:val="0060339C"/>
    <w:rsid w:val="00610983"/>
    <w:rsid w:val="00613402"/>
    <w:rsid w:val="00627FE0"/>
    <w:rsid w:val="0063665B"/>
    <w:rsid w:val="006400C7"/>
    <w:rsid w:val="006576A4"/>
    <w:rsid w:val="00682094"/>
    <w:rsid w:val="006C73CD"/>
    <w:rsid w:val="006E1920"/>
    <w:rsid w:val="006E41F9"/>
    <w:rsid w:val="007010D7"/>
    <w:rsid w:val="00723711"/>
    <w:rsid w:val="007303BE"/>
    <w:rsid w:val="00733656"/>
    <w:rsid w:val="0076324B"/>
    <w:rsid w:val="00787B67"/>
    <w:rsid w:val="00787FC9"/>
    <w:rsid w:val="00802C79"/>
    <w:rsid w:val="00853CB0"/>
    <w:rsid w:val="008D7C49"/>
    <w:rsid w:val="0093358B"/>
    <w:rsid w:val="00951210"/>
    <w:rsid w:val="00975637"/>
    <w:rsid w:val="0098285C"/>
    <w:rsid w:val="00994898"/>
    <w:rsid w:val="00995430"/>
    <w:rsid w:val="00A51E2E"/>
    <w:rsid w:val="00A53C96"/>
    <w:rsid w:val="00A62D11"/>
    <w:rsid w:val="00A81DC1"/>
    <w:rsid w:val="00AA6825"/>
    <w:rsid w:val="00AC1AF0"/>
    <w:rsid w:val="00AE49CE"/>
    <w:rsid w:val="00B23426"/>
    <w:rsid w:val="00B3127B"/>
    <w:rsid w:val="00B42A23"/>
    <w:rsid w:val="00B44594"/>
    <w:rsid w:val="00B73321"/>
    <w:rsid w:val="00B75BD8"/>
    <w:rsid w:val="00BC3F4B"/>
    <w:rsid w:val="00C01DC0"/>
    <w:rsid w:val="00C03841"/>
    <w:rsid w:val="00C04523"/>
    <w:rsid w:val="00C07E83"/>
    <w:rsid w:val="00C263D9"/>
    <w:rsid w:val="00C35E9A"/>
    <w:rsid w:val="00C517A8"/>
    <w:rsid w:val="00C5723C"/>
    <w:rsid w:val="00C67495"/>
    <w:rsid w:val="00C86B65"/>
    <w:rsid w:val="00CB02E9"/>
    <w:rsid w:val="00CB377D"/>
    <w:rsid w:val="00CC616A"/>
    <w:rsid w:val="00CC7DD4"/>
    <w:rsid w:val="00CD1CA3"/>
    <w:rsid w:val="00CF149B"/>
    <w:rsid w:val="00CF2F32"/>
    <w:rsid w:val="00D061B2"/>
    <w:rsid w:val="00D1291A"/>
    <w:rsid w:val="00D14EF1"/>
    <w:rsid w:val="00D2091C"/>
    <w:rsid w:val="00D228AB"/>
    <w:rsid w:val="00D2530B"/>
    <w:rsid w:val="00D52067"/>
    <w:rsid w:val="00D5369F"/>
    <w:rsid w:val="00D60728"/>
    <w:rsid w:val="00D637A0"/>
    <w:rsid w:val="00D65B39"/>
    <w:rsid w:val="00D6793C"/>
    <w:rsid w:val="00D97AB9"/>
    <w:rsid w:val="00D97E72"/>
    <w:rsid w:val="00DE789C"/>
    <w:rsid w:val="00E20C08"/>
    <w:rsid w:val="00E27DA9"/>
    <w:rsid w:val="00E850EF"/>
    <w:rsid w:val="00E96024"/>
    <w:rsid w:val="00EC1F5B"/>
    <w:rsid w:val="00EF3A0A"/>
    <w:rsid w:val="00F011C4"/>
    <w:rsid w:val="00F0687D"/>
    <w:rsid w:val="00F131D4"/>
    <w:rsid w:val="00F52DE2"/>
    <w:rsid w:val="00F54B5A"/>
    <w:rsid w:val="00F87714"/>
    <w:rsid w:val="00F95B46"/>
    <w:rsid w:val="00FA5FDA"/>
    <w:rsid w:val="00FB03BE"/>
    <w:rsid w:val="00FB792F"/>
    <w:rsid w:val="00FD07C0"/>
    <w:rsid w:val="00FE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B0850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7C0"/>
    <w:pPr>
      <w:spacing w:line="256" w:lineRule="atLeast"/>
    </w:pPr>
    <w:rPr>
      <w:rFonts w:ascii="Arial" w:hAnsi="Arial"/>
      <w:color w:val="5F5F5F" w:themeColor="text1"/>
    </w:rPr>
  </w:style>
  <w:style w:type="paragraph" w:styleId="Titre1">
    <w:name w:val="heading 1"/>
    <w:basedOn w:val="Normal"/>
    <w:next w:val="Normal"/>
    <w:link w:val="Titre1Car"/>
    <w:uiPriority w:val="9"/>
    <w:qFormat/>
    <w:rsid w:val="008D7C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67577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semiHidden/>
    <w:rsid w:val="006E192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6E1920"/>
    <w:pPr>
      <w:spacing w:line="256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itulAdresse">
    <w:name w:val="Intitulé Adresse"/>
    <w:basedOn w:val="Normal"/>
    <w:rsid w:val="00FD07C0"/>
    <w:pPr>
      <w:spacing w:line="240" w:lineRule="exact"/>
    </w:pPr>
  </w:style>
  <w:style w:type="paragraph" w:customStyle="1" w:styleId="PrnomNom">
    <w:name w:val="Prénom Nom"/>
    <w:basedOn w:val="Normal"/>
    <w:rsid w:val="007F56A9"/>
    <w:pPr>
      <w:tabs>
        <w:tab w:val="left" w:pos="4634"/>
      </w:tabs>
      <w:spacing w:line="240" w:lineRule="exact"/>
    </w:pPr>
  </w:style>
  <w:style w:type="paragraph" w:customStyle="1" w:styleId="Madamemonsieur">
    <w:name w:val="Madame monsieur"/>
    <w:basedOn w:val="Normal"/>
    <w:rsid w:val="006E1920"/>
    <w:pPr>
      <w:spacing w:line="256" w:lineRule="exact"/>
    </w:pPr>
  </w:style>
  <w:style w:type="paragraph" w:customStyle="1" w:styleId="Textedesaisie">
    <w:name w:val="Texte de saisie"/>
    <w:basedOn w:val="Normal"/>
    <w:rsid w:val="006E1920"/>
  </w:style>
  <w:style w:type="paragraph" w:customStyle="1" w:styleId="Fonction">
    <w:name w:val="Fonction"/>
    <w:basedOn w:val="PrnomNom"/>
    <w:rsid w:val="006E1920"/>
  </w:style>
  <w:style w:type="paragraph" w:styleId="En-tte">
    <w:name w:val="header"/>
    <w:basedOn w:val="Normal"/>
    <w:link w:val="En-tteCar"/>
    <w:uiPriority w:val="99"/>
    <w:unhideWhenUsed/>
    <w:rsid w:val="00B73321"/>
    <w:pPr>
      <w:tabs>
        <w:tab w:val="center" w:pos="4703"/>
        <w:tab w:val="right" w:pos="9406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73321"/>
    <w:rPr>
      <w:rFonts w:ascii="Arial" w:hAnsi="Arial"/>
      <w:color w:val="5F5F5F" w:themeColor="tex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33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3321"/>
    <w:rPr>
      <w:rFonts w:ascii="Tahoma" w:hAnsi="Tahoma" w:cs="Tahoma"/>
      <w:color w:val="5F5F5F" w:themeColor="text1"/>
      <w:sz w:val="16"/>
      <w:szCs w:val="16"/>
    </w:rPr>
  </w:style>
  <w:style w:type="paragraph" w:styleId="Retraitnormal">
    <w:name w:val="Normal Indent"/>
    <w:basedOn w:val="Normal"/>
    <w:rsid w:val="008D7C49"/>
    <w:pPr>
      <w:keepLines/>
      <w:spacing w:before="240" w:line="240" w:lineRule="auto"/>
      <w:ind w:left="851"/>
      <w:jc w:val="both"/>
    </w:pPr>
    <w:rPr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8D7C49"/>
    <w:rPr>
      <w:rFonts w:asciiTheme="majorHAnsi" w:eastAsiaTheme="majorEastAsia" w:hAnsiTheme="majorHAnsi" w:cstheme="majorBidi"/>
      <w:b/>
      <w:bCs/>
      <w:color w:val="667577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8D7C49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1A088A"/>
    <w:pPr>
      <w:pBdr>
        <w:bottom w:val="single" w:sz="8" w:space="4" w:color="8C9B9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C0BAA9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A088A"/>
    <w:rPr>
      <w:rFonts w:asciiTheme="majorHAnsi" w:eastAsiaTheme="majorEastAsia" w:hAnsiTheme="majorHAnsi" w:cstheme="majorBidi"/>
      <w:color w:val="C0BAA9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F4391"/>
    <w:pPr>
      <w:numPr>
        <w:ilvl w:val="1"/>
      </w:numPr>
    </w:pPr>
    <w:rPr>
      <w:rFonts w:asciiTheme="majorHAnsi" w:eastAsiaTheme="majorEastAsia" w:hAnsiTheme="majorHAnsi" w:cstheme="majorBidi"/>
      <w:i/>
      <w:iCs/>
      <w:color w:val="8C9B9C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F4391"/>
    <w:rPr>
      <w:rFonts w:asciiTheme="majorHAnsi" w:eastAsiaTheme="majorEastAsia" w:hAnsiTheme="majorHAnsi" w:cstheme="majorBidi"/>
      <w:i/>
      <w:iCs/>
      <w:color w:val="8C9B9C" w:themeColor="accent1"/>
      <w:spacing w:val="15"/>
      <w:sz w:val="24"/>
      <w:szCs w:val="24"/>
    </w:rPr>
  </w:style>
  <w:style w:type="character" w:styleId="Emphaseple">
    <w:name w:val="Subtle Emphasis"/>
    <w:basedOn w:val="Policepardfaut"/>
    <w:uiPriority w:val="19"/>
    <w:qFormat/>
    <w:rsid w:val="003F4391"/>
    <w:rPr>
      <w:i/>
      <w:iCs/>
      <w:color w:val="AFAFAF" w:themeColor="text1" w:themeTint="7F"/>
    </w:rPr>
  </w:style>
  <w:style w:type="character" w:styleId="lev">
    <w:name w:val="Strong"/>
    <w:basedOn w:val="Policepardfaut"/>
    <w:uiPriority w:val="22"/>
    <w:qFormat/>
    <w:rsid w:val="00AC1AF0"/>
    <w:rPr>
      <w:b/>
      <w:bCs/>
    </w:rPr>
  </w:style>
  <w:style w:type="character" w:styleId="Accentuation">
    <w:name w:val="Emphasis"/>
    <w:basedOn w:val="Policepardfaut"/>
    <w:uiPriority w:val="20"/>
    <w:qFormat/>
    <w:rsid w:val="00F95B46"/>
    <w:rPr>
      <w:i/>
      <w:iCs/>
    </w:rPr>
  </w:style>
  <w:style w:type="paragraph" w:customStyle="1" w:styleId="Tableau">
    <w:name w:val="Tableau"/>
    <w:aliases w:val="8 pt,8 pt + 8 pt"/>
    <w:basedOn w:val="Normal"/>
    <w:link w:val="TableauCarCar"/>
    <w:rsid w:val="00E96024"/>
    <w:pPr>
      <w:keepNext/>
      <w:keepLines/>
      <w:spacing w:before="60" w:after="60" w:line="240" w:lineRule="auto"/>
    </w:pPr>
    <w:rPr>
      <w:color w:val="auto"/>
    </w:rPr>
  </w:style>
  <w:style w:type="table" w:customStyle="1" w:styleId="TableauSolucom">
    <w:name w:val="Tableau Solucom"/>
    <w:basedOn w:val="TableauNormal"/>
    <w:rsid w:val="00E96024"/>
    <w:pPr>
      <w:jc w:val="center"/>
    </w:pPr>
    <w:rPr>
      <w:rFonts w:ascii="Arial" w:hAnsi="Arial"/>
    </w:rPr>
    <w:tblPr>
      <w:tblStyleRowBandSize w:val="1"/>
      <w:tblStyleColBandSize w:val="1"/>
      <w:jc w:val="center"/>
      <w:tblBorders>
        <w:top w:val="single" w:sz="2" w:space="0" w:color="00477F"/>
        <w:left w:val="single" w:sz="2" w:space="0" w:color="00477F"/>
        <w:bottom w:val="single" w:sz="2" w:space="0" w:color="00477F"/>
        <w:right w:val="single" w:sz="2" w:space="0" w:color="00477F"/>
        <w:insideH w:val="single" w:sz="2" w:space="0" w:color="00477F"/>
        <w:insideV w:val="single" w:sz="2" w:space="0" w:color="00477F"/>
      </w:tblBorders>
    </w:tblPr>
    <w:trPr>
      <w:jc w:val="center"/>
    </w:trPr>
    <w:tcPr>
      <w:shd w:val="clear" w:color="auto" w:fill="auto"/>
      <w:vAlign w:val="center"/>
    </w:tcPr>
    <w:tblStylePr w:type="firstRow">
      <w:pPr>
        <w:wordWrap/>
        <w:jc w:val="center"/>
        <w:outlineLvl w:val="9"/>
      </w:pPr>
      <w:rPr>
        <w:b/>
        <w:color w:val="auto"/>
      </w:rPr>
      <w:tblPr/>
      <w:tcPr>
        <w:tcBorders>
          <w:insideH w:val="nil"/>
          <w:insideV w:val="single" w:sz="2" w:space="0" w:color="FFFFFF"/>
        </w:tcBorders>
        <w:shd w:val="clear" w:color="auto" w:fill="00477F"/>
      </w:tcPr>
    </w:tblStylePr>
    <w:tblStylePr w:type="firstCol">
      <w:rPr>
        <w:color w:val="auto"/>
      </w:rPr>
    </w:tblStylePr>
  </w:style>
  <w:style w:type="character" w:customStyle="1" w:styleId="TableauCarCar">
    <w:name w:val="Tableau Car Car"/>
    <w:link w:val="Tableau"/>
    <w:rsid w:val="00E960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383835">
      <w:bodyDiv w:val="1"/>
      <w:marLeft w:val="0"/>
      <w:marRight w:val="0"/>
      <w:marTop w:val="6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56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9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22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265432">
      <w:bodyDiv w:val="1"/>
      <w:marLeft w:val="0"/>
      <w:marRight w:val="0"/>
      <w:marTop w:val="6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8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1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9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8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443869">
      <w:bodyDiv w:val="1"/>
      <w:marLeft w:val="0"/>
      <w:marRight w:val="0"/>
      <w:marTop w:val="6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9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illou-hely\AppData\Local\Solucom\Templates\Letter_Wavestone_A4.dotx" TargetMode="External"/></Relationships>
</file>

<file path=word/theme/theme1.xml><?xml version="1.0" encoding="utf-8"?>
<a:theme xmlns:a="http://schemas.openxmlformats.org/drawingml/2006/main" name="NOF2016">
  <a:themeElements>
    <a:clrScheme name="Wavestone 2">
      <a:dk1>
        <a:srgbClr val="5F5F5F"/>
      </a:dk1>
      <a:lt1>
        <a:srgbClr val="FFFFFF"/>
      </a:lt1>
      <a:dk2>
        <a:srgbClr val="F4F3F0"/>
      </a:dk2>
      <a:lt2>
        <a:srgbClr val="503078"/>
      </a:lt2>
      <a:accent1>
        <a:srgbClr val="8C9B9C"/>
      </a:accent1>
      <a:accent2>
        <a:srgbClr val="CAC5B8"/>
      </a:accent2>
      <a:accent3>
        <a:srgbClr val="667E76"/>
      </a:accent3>
      <a:accent4>
        <a:srgbClr val="938481"/>
      </a:accent4>
      <a:accent5>
        <a:srgbClr val="048B9A"/>
      </a:accent5>
      <a:accent6>
        <a:srgbClr val="D1B4A6"/>
      </a:accent6>
      <a:hlink>
        <a:srgbClr val="048B9A"/>
      </a:hlink>
      <a:folHlink>
        <a:srgbClr val="048B9A"/>
      </a:folHlink>
    </a:clrScheme>
    <a:fontScheme name="NewOneFirm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OF2016" id="{E58BC775-6DDB-4817-80CB-D3B48F4FE31A}" vid="{1CDA45BC-B384-4C9A-876E-17E89B399B1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A9A071E6D4A43AE2210EA4A6F1685" ma:contentTypeVersion="0" ma:contentTypeDescription="Crée un document." ma:contentTypeScope="" ma:versionID="4c9d84e834822816b3a237740d32bd0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5A15B-ECEA-44EE-9E84-14C60229C2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A18734-18CA-44CA-88E3-20DDDD2388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05154D-13CC-401F-9230-F3F0C226E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35F753-3E37-48E1-9C3B-31E9D58C7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Letter_Wavestone_A4.dotx</Template>
  <TotalTime>0</TotalTime>
  <Pages>4</Pages>
  <Words>954</Words>
  <Characters>5250</Characters>
  <Application>Microsoft Office Word</Application>
  <DocSecurity>0</DocSecurity>
  <Lines>43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Avenant</vt:lpstr>
      <vt:lpstr/>
    </vt:vector>
  </TitlesOfParts>
  <LinksUpToDate>false</LinksUpToDate>
  <CharactersWithSpaces>6192</CharactersWithSpaces>
  <SharedDoc>false</SharedDoc>
  <HyperlinkBase/>
  <HLinks>
    <vt:vector size="18" baseType="variant">
      <vt:variant>
        <vt:i4>3604585</vt:i4>
      </vt:variant>
      <vt:variant>
        <vt:i4>-1</vt:i4>
      </vt:variant>
      <vt:variant>
        <vt:i4>2056</vt:i4>
      </vt:variant>
      <vt:variant>
        <vt:i4>1</vt:i4>
      </vt:variant>
      <vt:variant>
        <vt:lpwstr>logo_kurtsalmon</vt:lpwstr>
      </vt:variant>
      <vt:variant>
        <vt:lpwstr/>
      </vt:variant>
      <vt:variant>
        <vt:i4>2883696</vt:i4>
      </vt:variant>
      <vt:variant>
        <vt:i4>-1</vt:i4>
      </vt:variant>
      <vt:variant>
        <vt:i4>2057</vt:i4>
      </vt:variant>
      <vt:variant>
        <vt:i4>1</vt:i4>
      </vt:variant>
      <vt:variant>
        <vt:lpwstr>logosuitetdl_kurtsalmon</vt:lpwstr>
      </vt:variant>
      <vt:variant>
        <vt:lpwstr/>
      </vt:variant>
      <vt:variant>
        <vt:i4>720973</vt:i4>
      </vt:variant>
      <vt:variant>
        <vt:i4>-1</vt:i4>
      </vt:variant>
      <vt:variant>
        <vt:i4>2059</vt:i4>
      </vt:variant>
      <vt:variant>
        <vt:i4>1</vt:i4>
      </vt:variant>
      <vt:variant>
        <vt:lpwstr>adresse_neuilly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Avenant</dc:title>
  <dc:subject>Contrat d'entretien des locaux</dc:subject>
  <dc:creator/>
  <cp:lastModifiedBy/>
  <cp:revision>1</cp:revision>
  <dcterms:created xsi:type="dcterms:W3CDTF">2025-08-13T08:56:00Z</dcterms:created>
  <dcterms:modified xsi:type="dcterms:W3CDTF">2025-08-13T08:56:00Z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0x0101002C2A9A071E6D4A43AE2210EA4A6F1685</vt:lpwstr>
  </property>
</Properties>
</file>